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465" w:type="dxa"/>
        <w:tblBorders>
          <w:top w:val="dashed" w:sz="2" w:space="0" w:color="auto"/>
          <w:left w:val="dashed" w:sz="2" w:space="0" w:color="auto"/>
          <w:bottom w:val="dashed" w:sz="2" w:space="0" w:color="auto"/>
          <w:right w:val="dashed" w:sz="2" w:space="0" w:color="auto"/>
          <w:insideH w:val="dashed" w:sz="2" w:space="0" w:color="auto"/>
          <w:insideV w:val="dashed" w:sz="2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362"/>
        <w:gridCol w:w="5362"/>
      </w:tblGrid>
      <w:tr w:rsidR="00151CC3" w:rsidRPr="00864185" w:rsidTr="00F500CD">
        <w:trPr>
          <w:cantSplit/>
          <w:trHeight w:hRule="exact" w:val="6075"/>
        </w:trPr>
        <w:tc>
          <w:tcPr>
            <w:tcW w:w="5362" w:type="dxa"/>
            <w:vAlign w:val="center"/>
          </w:tcPr>
          <w:p w:rsidR="00151CC3" w:rsidRDefault="00151CC3" w:rsidP="00151CC3">
            <w:pPr>
              <w:ind w:right="90"/>
              <w:jc w:val="center"/>
              <w:rPr>
                <w:rFonts w:ascii="Batang" w:eastAsia="Batang" w:hAnsi="Batang" w:cs="Adobe Arabic"/>
                <w:b/>
                <w:sz w:val="56"/>
                <w:szCs w:val="56"/>
              </w:rPr>
            </w:pPr>
            <w:r>
              <w:rPr>
                <w:rFonts w:ascii="Batang" w:eastAsia="Batang" w:hAnsi="Batang" w:cs="Adobe Arabic"/>
                <w:b/>
                <w:sz w:val="56"/>
                <w:szCs w:val="56"/>
              </w:rPr>
              <w:t>Building Costs</w:t>
            </w:r>
          </w:p>
          <w:p w:rsidR="00151CC3" w:rsidRPr="00151CC3" w:rsidRDefault="00151CC3" w:rsidP="00151CC3">
            <w:pPr>
              <w:ind w:right="90"/>
              <w:jc w:val="center"/>
              <w:rPr>
                <w:rFonts w:ascii="Batang" w:eastAsia="Batang" w:hAnsi="Batang" w:cs="Adobe Arabic"/>
                <w:b/>
                <w:sz w:val="24"/>
                <w:szCs w:val="56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653"/>
              <w:gridCol w:w="2654"/>
            </w:tblGrid>
            <w:tr w:rsidR="00151CC3" w:rsidTr="00CD6058">
              <w:tc>
                <w:tcPr>
                  <w:tcW w:w="2653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151CC3" w:rsidRDefault="00151CC3" w:rsidP="003D151A">
                  <w:pPr>
                    <w:ind w:right="90"/>
                    <w:rPr>
                      <w:rFonts w:ascii="Batang" w:eastAsia="Batang" w:hAnsi="Batang" w:cs="Adobe Arabic"/>
                      <w:sz w:val="32"/>
                    </w:rPr>
                  </w:pPr>
                  <w:r w:rsidRPr="00151CC3">
                    <w:rPr>
                      <w:rFonts w:ascii="Batang" w:eastAsia="Batang" w:hAnsi="Batang" w:cs="Adobe Arabic"/>
                      <w:sz w:val="32"/>
                    </w:rPr>
                    <w:t>Road</w:t>
                  </w:r>
                </w:p>
                <w:p w:rsidR="00151CC3" w:rsidRPr="00151CC3" w:rsidRDefault="00151CC3" w:rsidP="003D151A">
                  <w:pPr>
                    <w:ind w:right="90"/>
                    <w:rPr>
                      <w:rFonts w:ascii="Batang" w:eastAsia="Batang" w:hAnsi="Batang" w:cs="Adobe Arabic"/>
                      <w:sz w:val="48"/>
                    </w:rPr>
                  </w:pPr>
                  <w:r>
                    <w:rPr>
                      <w:rFonts w:ascii="Batang" w:eastAsia="Batang" w:hAnsi="Batang" w:cs="Adobe Arabic"/>
                      <w:sz w:val="14"/>
                    </w:rPr>
                    <w:t>0</w:t>
                  </w:r>
                  <w:r>
                    <w:rPr>
                      <w:rFonts w:ascii="Batang" w:eastAsia="Batang" w:hAnsi="Batang" w:cs="Adobe Arabic"/>
                      <w:sz w:val="14"/>
                    </w:rPr>
                    <w:t xml:space="preserve"> Victory Point</w:t>
                  </w:r>
                  <w:r>
                    <w:rPr>
                      <w:rFonts w:ascii="Batang" w:eastAsia="Batang" w:hAnsi="Batang" w:cs="Adobe Arabic"/>
                      <w:sz w:val="14"/>
                    </w:rPr>
                    <w:t>s</w:t>
                  </w:r>
                </w:p>
              </w:tc>
              <w:tc>
                <w:tcPr>
                  <w:tcW w:w="2654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428"/>
                  </w:tblGrid>
                  <w:tr w:rsidR="00151CC3" w:rsidTr="00151CC3">
                    <w:tc>
                      <w:tcPr>
                        <w:tcW w:w="2428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151CC3" w:rsidRPr="00151CC3" w:rsidRDefault="00151CC3" w:rsidP="00151CC3">
                        <w:pPr>
                          <w:ind w:right="90"/>
                          <w:jc w:val="right"/>
                          <w:rPr>
                            <w:rFonts w:ascii="Britannic Bold" w:hAnsi="Britannic Bold" w:cs="Adobe Arabic"/>
                            <w:sz w:val="48"/>
                          </w:rPr>
                        </w:pPr>
                        <w:r w:rsidRPr="00151CC3">
                          <w:rPr>
                            <w:rFonts w:ascii="Britannic Bold" w:hAnsi="Britannic Bold" w:cs="Adobe Arabic"/>
                            <w:sz w:val="24"/>
                          </w:rPr>
                          <w:t>1x Wood</w:t>
                        </w:r>
                      </w:p>
                    </w:tc>
                  </w:tr>
                  <w:tr w:rsidR="00151CC3" w:rsidTr="00151CC3">
                    <w:tc>
                      <w:tcPr>
                        <w:tcW w:w="2428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151CC3" w:rsidRPr="00151CC3" w:rsidRDefault="00151CC3" w:rsidP="00151CC3">
                        <w:pPr>
                          <w:ind w:right="90"/>
                          <w:jc w:val="right"/>
                          <w:rPr>
                            <w:rFonts w:ascii="Britannic Bold" w:hAnsi="Britannic Bold" w:cs="Adobe Arabic"/>
                            <w:sz w:val="48"/>
                          </w:rPr>
                        </w:pPr>
                        <w:bookmarkStart w:id="0" w:name="_GoBack"/>
                        <w:bookmarkEnd w:id="0"/>
                        <w:r w:rsidRPr="00151CC3">
                          <w:rPr>
                            <w:rFonts w:ascii="Britannic Bold" w:hAnsi="Britannic Bold" w:cs="Adobe Arabic"/>
                            <w:sz w:val="24"/>
                          </w:rPr>
                          <w:t xml:space="preserve">1x </w:t>
                        </w: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Brick</w:t>
                        </w:r>
                      </w:p>
                    </w:tc>
                  </w:tr>
                </w:tbl>
                <w:p w:rsidR="00151CC3" w:rsidRDefault="00151CC3" w:rsidP="003D151A">
                  <w:pPr>
                    <w:ind w:right="90"/>
                    <w:rPr>
                      <w:rFonts w:ascii="Adobe Arabic" w:hAnsi="Adobe Arabic" w:cs="Adobe Arabic"/>
                      <w:sz w:val="48"/>
                    </w:rPr>
                  </w:pPr>
                </w:p>
              </w:tc>
            </w:tr>
            <w:tr w:rsidR="00151CC3" w:rsidTr="00151CC3">
              <w:tc>
                <w:tcPr>
                  <w:tcW w:w="2653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151CC3" w:rsidRDefault="00151CC3" w:rsidP="003D151A">
                  <w:pPr>
                    <w:ind w:right="90"/>
                    <w:rPr>
                      <w:rFonts w:ascii="Batang" w:eastAsia="Batang" w:hAnsi="Batang" w:cs="Adobe Arabic"/>
                      <w:sz w:val="32"/>
                    </w:rPr>
                  </w:pPr>
                </w:p>
                <w:p w:rsidR="00151CC3" w:rsidRDefault="00151CC3" w:rsidP="003D151A">
                  <w:pPr>
                    <w:ind w:right="90"/>
                    <w:rPr>
                      <w:rFonts w:ascii="Batang" w:eastAsia="Batang" w:hAnsi="Batang" w:cs="Adobe Arabic"/>
                      <w:sz w:val="32"/>
                    </w:rPr>
                  </w:pPr>
                  <w:r>
                    <w:rPr>
                      <w:rFonts w:ascii="Batang" w:eastAsia="Batang" w:hAnsi="Batang" w:cs="Adobe Arabic"/>
                      <w:sz w:val="32"/>
                    </w:rPr>
                    <w:t>Settlement</w:t>
                  </w:r>
                </w:p>
                <w:p w:rsidR="00151CC3" w:rsidRDefault="00151CC3" w:rsidP="003D151A">
                  <w:pPr>
                    <w:ind w:right="90"/>
                    <w:rPr>
                      <w:rFonts w:ascii="Batang" w:eastAsia="Batang" w:hAnsi="Batang" w:cs="Adobe Arabic"/>
                      <w:sz w:val="14"/>
                    </w:rPr>
                  </w:pPr>
                  <w:r>
                    <w:rPr>
                      <w:rFonts w:ascii="Batang" w:eastAsia="Batang" w:hAnsi="Batang" w:cs="Adobe Arabic"/>
                      <w:sz w:val="14"/>
                    </w:rPr>
                    <w:t>1 Victory Point</w:t>
                  </w:r>
                </w:p>
                <w:p w:rsidR="00151CC3" w:rsidRPr="00151CC3" w:rsidRDefault="00151CC3" w:rsidP="003D151A">
                  <w:pPr>
                    <w:ind w:right="90"/>
                    <w:rPr>
                      <w:rFonts w:ascii="Batang" w:eastAsia="Batang" w:hAnsi="Batang" w:cs="Adobe Arabic"/>
                      <w:sz w:val="32"/>
                    </w:rPr>
                  </w:pPr>
                </w:p>
              </w:tc>
              <w:tc>
                <w:tcPr>
                  <w:tcW w:w="2654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151CC3" w:rsidRDefault="00151CC3"/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428"/>
                  </w:tblGrid>
                  <w:tr w:rsidR="00151CC3" w:rsidRPr="00151CC3" w:rsidTr="00151CC3">
                    <w:tc>
                      <w:tcPr>
                        <w:tcW w:w="2428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151CC3" w:rsidRPr="00151CC3" w:rsidRDefault="00151CC3" w:rsidP="00151CC3">
                        <w:pPr>
                          <w:ind w:right="90"/>
                          <w:jc w:val="right"/>
                          <w:rPr>
                            <w:rFonts w:ascii="Britannic Bold" w:hAnsi="Britannic Bold" w:cs="Adobe Arabic"/>
                            <w:sz w:val="48"/>
                          </w:rPr>
                        </w:pPr>
                        <w:r w:rsidRPr="00151CC3">
                          <w:rPr>
                            <w:rFonts w:ascii="Britannic Bold" w:hAnsi="Britannic Bold" w:cs="Adobe Arabic"/>
                            <w:sz w:val="24"/>
                          </w:rPr>
                          <w:t>1x Wood</w:t>
                        </w:r>
                      </w:p>
                    </w:tc>
                  </w:tr>
                  <w:tr w:rsidR="00151CC3" w:rsidRPr="00151CC3" w:rsidTr="00151CC3">
                    <w:tc>
                      <w:tcPr>
                        <w:tcW w:w="2428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151CC3" w:rsidRPr="00151CC3" w:rsidRDefault="00151CC3" w:rsidP="00151CC3">
                        <w:pPr>
                          <w:ind w:right="90"/>
                          <w:jc w:val="right"/>
                          <w:rPr>
                            <w:rFonts w:ascii="Britannic Bold" w:hAnsi="Britannic Bold" w:cs="Adobe Arabic"/>
                            <w:sz w:val="48"/>
                          </w:rPr>
                        </w:pPr>
                        <w:r w:rsidRPr="00151CC3">
                          <w:rPr>
                            <w:rFonts w:ascii="Britannic Bold" w:hAnsi="Britannic Bold" w:cs="Adobe Arabic"/>
                            <w:sz w:val="24"/>
                          </w:rPr>
                          <w:t xml:space="preserve">1x </w:t>
                        </w: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Brick</w:t>
                        </w:r>
                      </w:p>
                    </w:tc>
                  </w:tr>
                  <w:tr w:rsidR="00151CC3" w:rsidRPr="00151CC3" w:rsidTr="00151CC3">
                    <w:tc>
                      <w:tcPr>
                        <w:tcW w:w="2428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151CC3" w:rsidRPr="00151CC3" w:rsidRDefault="00151CC3" w:rsidP="00151CC3">
                        <w:pPr>
                          <w:ind w:right="90"/>
                          <w:jc w:val="right"/>
                          <w:rPr>
                            <w:rFonts w:ascii="Britannic Bold" w:hAnsi="Britannic Bold" w:cs="Adobe Arabic"/>
                            <w:sz w:val="24"/>
                          </w:rPr>
                        </w:pP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1x Grain</w:t>
                        </w:r>
                      </w:p>
                    </w:tc>
                  </w:tr>
                  <w:tr w:rsidR="00151CC3" w:rsidRPr="00151CC3" w:rsidTr="00151CC3">
                    <w:tc>
                      <w:tcPr>
                        <w:tcW w:w="2428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151CC3" w:rsidRDefault="00151CC3" w:rsidP="00151CC3">
                        <w:pPr>
                          <w:ind w:right="90"/>
                          <w:jc w:val="right"/>
                          <w:rPr>
                            <w:rFonts w:ascii="Britannic Bold" w:hAnsi="Britannic Bold" w:cs="Adobe Arabic"/>
                            <w:sz w:val="24"/>
                          </w:rPr>
                        </w:pP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1x Sheep</w:t>
                        </w:r>
                      </w:p>
                    </w:tc>
                  </w:tr>
                </w:tbl>
                <w:p w:rsidR="00151CC3" w:rsidRPr="00151CC3" w:rsidRDefault="00151CC3" w:rsidP="00151CC3">
                  <w:pPr>
                    <w:ind w:right="90"/>
                    <w:jc w:val="right"/>
                    <w:rPr>
                      <w:rFonts w:ascii="Britannic Bold" w:hAnsi="Britannic Bold" w:cs="Adobe Arabic"/>
                      <w:sz w:val="24"/>
                    </w:rPr>
                  </w:pPr>
                </w:p>
              </w:tc>
            </w:tr>
            <w:tr w:rsidR="00151CC3" w:rsidTr="00151CC3">
              <w:tc>
                <w:tcPr>
                  <w:tcW w:w="2653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151CC3" w:rsidRDefault="00151CC3" w:rsidP="003D151A">
                  <w:pPr>
                    <w:ind w:right="90"/>
                    <w:rPr>
                      <w:rFonts w:ascii="Batang" w:eastAsia="Batang" w:hAnsi="Batang" w:cs="Adobe Arabic"/>
                      <w:sz w:val="32"/>
                    </w:rPr>
                  </w:pPr>
                  <w:r>
                    <w:rPr>
                      <w:rFonts w:ascii="Batang" w:eastAsia="Batang" w:hAnsi="Batang" w:cs="Adobe Arabic"/>
                      <w:sz w:val="32"/>
                    </w:rPr>
                    <w:t>City</w:t>
                  </w:r>
                </w:p>
                <w:p w:rsidR="00151CC3" w:rsidRDefault="00151CC3" w:rsidP="003D151A">
                  <w:pPr>
                    <w:ind w:right="90"/>
                    <w:rPr>
                      <w:rFonts w:ascii="Batang" w:eastAsia="Batang" w:hAnsi="Batang" w:cs="Adobe Arabic"/>
                      <w:sz w:val="14"/>
                    </w:rPr>
                  </w:pPr>
                  <w:r>
                    <w:rPr>
                      <w:rFonts w:ascii="Batang" w:eastAsia="Batang" w:hAnsi="Batang" w:cs="Adobe Arabic"/>
                      <w:sz w:val="14"/>
                    </w:rPr>
                    <w:t>2</w:t>
                  </w:r>
                  <w:r>
                    <w:rPr>
                      <w:rFonts w:ascii="Batang" w:eastAsia="Batang" w:hAnsi="Batang" w:cs="Adobe Arabic"/>
                      <w:sz w:val="14"/>
                    </w:rPr>
                    <w:t xml:space="preserve"> Victory Point</w:t>
                  </w:r>
                  <w:r>
                    <w:rPr>
                      <w:rFonts w:ascii="Batang" w:eastAsia="Batang" w:hAnsi="Batang" w:cs="Adobe Arabic"/>
                      <w:sz w:val="14"/>
                    </w:rPr>
                    <w:t>s</w:t>
                  </w:r>
                </w:p>
                <w:p w:rsidR="00151CC3" w:rsidRPr="00151CC3" w:rsidRDefault="00151CC3" w:rsidP="003D151A">
                  <w:pPr>
                    <w:ind w:right="90"/>
                    <w:rPr>
                      <w:rFonts w:ascii="Batang" w:eastAsia="Batang" w:hAnsi="Batang" w:cs="Adobe Arabic"/>
                      <w:sz w:val="32"/>
                    </w:rPr>
                  </w:pPr>
                </w:p>
              </w:tc>
              <w:tc>
                <w:tcPr>
                  <w:tcW w:w="2654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428"/>
                  </w:tblGrid>
                  <w:tr w:rsidR="00151CC3" w:rsidRPr="00151CC3" w:rsidTr="00151CC3">
                    <w:tc>
                      <w:tcPr>
                        <w:tcW w:w="2428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151CC3" w:rsidRPr="00151CC3" w:rsidRDefault="00151CC3" w:rsidP="00151CC3">
                        <w:pPr>
                          <w:ind w:right="90"/>
                          <w:jc w:val="right"/>
                          <w:rPr>
                            <w:rFonts w:ascii="Britannic Bold" w:hAnsi="Britannic Bold" w:cs="Adobe Arabic"/>
                            <w:sz w:val="48"/>
                          </w:rPr>
                        </w:pP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2</w:t>
                        </w:r>
                        <w:r w:rsidRPr="00151CC3">
                          <w:rPr>
                            <w:rFonts w:ascii="Britannic Bold" w:hAnsi="Britannic Bold" w:cs="Adobe Arabic"/>
                            <w:sz w:val="24"/>
                          </w:rPr>
                          <w:t xml:space="preserve">x </w:t>
                        </w: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Grain</w:t>
                        </w:r>
                      </w:p>
                    </w:tc>
                  </w:tr>
                  <w:tr w:rsidR="00151CC3" w:rsidRPr="00151CC3" w:rsidTr="00151CC3">
                    <w:tc>
                      <w:tcPr>
                        <w:tcW w:w="2428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151CC3" w:rsidRPr="00151CC3" w:rsidRDefault="00151CC3" w:rsidP="00151CC3">
                        <w:pPr>
                          <w:ind w:right="90"/>
                          <w:jc w:val="right"/>
                          <w:rPr>
                            <w:rFonts w:ascii="Britannic Bold" w:hAnsi="Britannic Bold" w:cs="Adobe Arabic"/>
                            <w:sz w:val="48"/>
                          </w:rPr>
                        </w:pP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3</w:t>
                        </w:r>
                        <w:r w:rsidRPr="00151CC3">
                          <w:rPr>
                            <w:rFonts w:ascii="Britannic Bold" w:hAnsi="Britannic Bold" w:cs="Adobe Arabic"/>
                            <w:sz w:val="24"/>
                          </w:rPr>
                          <w:t xml:space="preserve">x </w:t>
                        </w: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Ore</w:t>
                        </w:r>
                      </w:p>
                    </w:tc>
                  </w:tr>
                </w:tbl>
                <w:p w:rsidR="00151CC3" w:rsidRPr="00151CC3" w:rsidRDefault="00151CC3" w:rsidP="00151CC3">
                  <w:pPr>
                    <w:ind w:right="90"/>
                    <w:jc w:val="right"/>
                    <w:rPr>
                      <w:rFonts w:ascii="Britannic Bold" w:hAnsi="Britannic Bold" w:cs="Adobe Arabic"/>
                      <w:sz w:val="24"/>
                    </w:rPr>
                  </w:pPr>
                </w:p>
              </w:tc>
            </w:tr>
            <w:tr w:rsidR="00151CC3" w:rsidTr="00151CC3">
              <w:tc>
                <w:tcPr>
                  <w:tcW w:w="2653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151CC3" w:rsidRDefault="00151CC3" w:rsidP="00151CC3">
                  <w:pPr>
                    <w:ind w:right="90"/>
                    <w:rPr>
                      <w:rFonts w:ascii="Batang" w:eastAsia="Batang" w:hAnsi="Batang" w:cs="Adobe Arabic"/>
                      <w:sz w:val="32"/>
                    </w:rPr>
                  </w:pPr>
                  <w:r>
                    <w:rPr>
                      <w:rFonts w:ascii="Batang" w:eastAsia="Batang" w:hAnsi="Batang" w:cs="Adobe Arabic"/>
                      <w:sz w:val="32"/>
                    </w:rPr>
                    <w:t>Development</w:t>
                  </w:r>
                </w:p>
                <w:p w:rsidR="00151CC3" w:rsidRDefault="00151CC3" w:rsidP="00151CC3">
                  <w:pPr>
                    <w:ind w:right="90"/>
                    <w:rPr>
                      <w:rFonts w:ascii="Batang" w:eastAsia="Batang" w:hAnsi="Batang" w:cs="Adobe Arabic"/>
                      <w:sz w:val="32"/>
                    </w:rPr>
                  </w:pPr>
                  <w:r>
                    <w:rPr>
                      <w:rFonts w:ascii="Batang" w:eastAsia="Batang" w:hAnsi="Batang" w:cs="Adobe Arabic"/>
                      <w:sz w:val="32"/>
                    </w:rPr>
                    <w:t>Card</w:t>
                  </w:r>
                </w:p>
                <w:p w:rsidR="00151CC3" w:rsidRDefault="00151CC3" w:rsidP="00151CC3">
                  <w:pPr>
                    <w:ind w:right="90"/>
                    <w:rPr>
                      <w:rFonts w:ascii="Batang" w:eastAsia="Batang" w:hAnsi="Batang" w:cs="Adobe Arabic"/>
                      <w:sz w:val="14"/>
                    </w:rPr>
                  </w:pPr>
                  <w:r>
                    <w:rPr>
                      <w:rFonts w:ascii="Batang" w:eastAsia="Batang" w:hAnsi="Batang" w:cs="Adobe Arabic"/>
                      <w:sz w:val="14"/>
                    </w:rPr>
                    <w:t>?</w:t>
                  </w:r>
                  <w:r>
                    <w:rPr>
                      <w:rFonts w:ascii="Batang" w:eastAsia="Batang" w:hAnsi="Batang" w:cs="Adobe Arabic"/>
                      <w:sz w:val="14"/>
                    </w:rPr>
                    <w:t xml:space="preserve"> Victory Points</w:t>
                  </w:r>
                </w:p>
                <w:p w:rsidR="00151CC3" w:rsidRDefault="00151CC3" w:rsidP="003D151A">
                  <w:pPr>
                    <w:ind w:right="90"/>
                    <w:rPr>
                      <w:rFonts w:ascii="Batang" w:eastAsia="Batang" w:hAnsi="Batang" w:cs="Adobe Arabic"/>
                      <w:sz w:val="32"/>
                    </w:rPr>
                  </w:pPr>
                </w:p>
              </w:tc>
              <w:tc>
                <w:tcPr>
                  <w:tcW w:w="2654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428"/>
                  </w:tblGrid>
                  <w:tr w:rsidR="00151CC3" w:rsidRPr="00151CC3" w:rsidTr="00151CC3">
                    <w:tc>
                      <w:tcPr>
                        <w:tcW w:w="2428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151CC3" w:rsidRPr="00151CC3" w:rsidRDefault="00151CC3" w:rsidP="00151CC3">
                        <w:pPr>
                          <w:ind w:right="90"/>
                          <w:jc w:val="right"/>
                          <w:rPr>
                            <w:rFonts w:ascii="Britannic Bold" w:hAnsi="Britannic Bold" w:cs="Adobe Arabic"/>
                            <w:sz w:val="48"/>
                          </w:rPr>
                        </w:pP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1</w:t>
                        </w:r>
                        <w:r w:rsidRPr="00151CC3">
                          <w:rPr>
                            <w:rFonts w:ascii="Britannic Bold" w:hAnsi="Britannic Bold" w:cs="Adobe Arabic"/>
                            <w:sz w:val="24"/>
                          </w:rPr>
                          <w:t xml:space="preserve">x </w:t>
                        </w: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Sheep</w:t>
                        </w:r>
                      </w:p>
                    </w:tc>
                  </w:tr>
                  <w:tr w:rsidR="00151CC3" w:rsidRPr="00151CC3" w:rsidTr="00151CC3">
                    <w:tc>
                      <w:tcPr>
                        <w:tcW w:w="2428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151CC3" w:rsidRPr="00151CC3" w:rsidRDefault="00151CC3" w:rsidP="00151CC3">
                        <w:pPr>
                          <w:ind w:right="90"/>
                          <w:jc w:val="right"/>
                          <w:rPr>
                            <w:rFonts w:ascii="Britannic Bold" w:hAnsi="Britannic Bold" w:cs="Adobe Arabic"/>
                            <w:sz w:val="48"/>
                          </w:rPr>
                        </w:pP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1x Grain</w:t>
                        </w:r>
                      </w:p>
                    </w:tc>
                  </w:tr>
                  <w:tr w:rsidR="00151CC3" w:rsidRPr="00151CC3" w:rsidTr="00151CC3">
                    <w:tc>
                      <w:tcPr>
                        <w:tcW w:w="2428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151CC3" w:rsidRDefault="00151CC3" w:rsidP="00151CC3">
                        <w:pPr>
                          <w:ind w:right="90"/>
                          <w:jc w:val="right"/>
                          <w:rPr>
                            <w:rFonts w:ascii="Britannic Bold" w:hAnsi="Britannic Bold" w:cs="Adobe Arabic"/>
                            <w:sz w:val="24"/>
                          </w:rPr>
                        </w:pP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1</w:t>
                        </w:r>
                        <w:r w:rsidRPr="00151CC3">
                          <w:rPr>
                            <w:rFonts w:ascii="Britannic Bold" w:hAnsi="Britannic Bold" w:cs="Adobe Arabic"/>
                            <w:sz w:val="24"/>
                          </w:rPr>
                          <w:t xml:space="preserve">x </w:t>
                        </w: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Ore</w:t>
                        </w:r>
                      </w:p>
                    </w:tc>
                  </w:tr>
                </w:tbl>
                <w:p w:rsidR="00151CC3" w:rsidRDefault="00151CC3" w:rsidP="00151CC3">
                  <w:pPr>
                    <w:ind w:right="90"/>
                    <w:jc w:val="right"/>
                    <w:rPr>
                      <w:rFonts w:ascii="Britannic Bold" w:hAnsi="Britannic Bold" w:cs="Adobe Arabic"/>
                      <w:sz w:val="24"/>
                    </w:rPr>
                  </w:pPr>
                </w:p>
              </w:tc>
            </w:tr>
          </w:tbl>
          <w:p w:rsidR="00151CC3" w:rsidRDefault="00151CC3" w:rsidP="003D151A">
            <w:pPr>
              <w:ind w:right="90"/>
              <w:rPr>
                <w:rFonts w:ascii="Adobe Arabic" w:hAnsi="Adobe Arabic" w:cs="Adobe Arabic"/>
                <w:sz w:val="48"/>
              </w:rPr>
            </w:pPr>
          </w:p>
          <w:p w:rsidR="00151CC3" w:rsidRPr="00151CC3" w:rsidRDefault="00151CC3" w:rsidP="003D151A">
            <w:pPr>
              <w:ind w:right="90"/>
              <w:rPr>
                <w:rFonts w:ascii="Adobe Arabic" w:hAnsi="Adobe Arabic" w:cs="Adobe Arabic"/>
                <w:sz w:val="48"/>
              </w:rPr>
            </w:pPr>
          </w:p>
        </w:tc>
        <w:tc>
          <w:tcPr>
            <w:tcW w:w="5362" w:type="dxa"/>
          </w:tcPr>
          <w:p w:rsidR="00151CC3" w:rsidRDefault="00151CC3" w:rsidP="00151CC3">
            <w:pPr>
              <w:ind w:right="90"/>
              <w:jc w:val="center"/>
              <w:rPr>
                <w:rFonts w:ascii="Batang" w:eastAsia="Batang" w:hAnsi="Batang" w:cs="Adobe Arabic"/>
                <w:b/>
                <w:sz w:val="56"/>
                <w:szCs w:val="56"/>
              </w:rPr>
            </w:pPr>
            <w:r>
              <w:rPr>
                <w:rFonts w:ascii="Batang" w:eastAsia="Batang" w:hAnsi="Batang" w:cs="Adobe Arabic"/>
                <w:b/>
                <w:sz w:val="56"/>
                <w:szCs w:val="56"/>
              </w:rPr>
              <w:t>Building Costs</w:t>
            </w:r>
          </w:p>
          <w:p w:rsidR="00151CC3" w:rsidRPr="00151CC3" w:rsidRDefault="00151CC3" w:rsidP="00151CC3">
            <w:pPr>
              <w:ind w:right="90"/>
              <w:jc w:val="center"/>
              <w:rPr>
                <w:rFonts w:ascii="Batang" w:eastAsia="Batang" w:hAnsi="Batang" w:cs="Adobe Arabic"/>
                <w:b/>
                <w:sz w:val="24"/>
                <w:szCs w:val="56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653"/>
              <w:gridCol w:w="2654"/>
            </w:tblGrid>
            <w:tr w:rsidR="00151CC3" w:rsidTr="00CD6058">
              <w:tc>
                <w:tcPr>
                  <w:tcW w:w="2653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151CC3" w:rsidRDefault="00151CC3" w:rsidP="00151CC3">
                  <w:pPr>
                    <w:ind w:right="90"/>
                    <w:rPr>
                      <w:rFonts w:ascii="Batang" w:eastAsia="Batang" w:hAnsi="Batang" w:cs="Adobe Arabic"/>
                      <w:sz w:val="32"/>
                    </w:rPr>
                  </w:pPr>
                  <w:r w:rsidRPr="00151CC3">
                    <w:rPr>
                      <w:rFonts w:ascii="Batang" w:eastAsia="Batang" w:hAnsi="Batang" w:cs="Adobe Arabic"/>
                      <w:sz w:val="32"/>
                    </w:rPr>
                    <w:t>Road</w:t>
                  </w:r>
                </w:p>
                <w:p w:rsidR="00151CC3" w:rsidRPr="00151CC3" w:rsidRDefault="00151CC3" w:rsidP="00151CC3">
                  <w:pPr>
                    <w:ind w:right="90"/>
                    <w:rPr>
                      <w:rFonts w:ascii="Batang" w:eastAsia="Batang" w:hAnsi="Batang" w:cs="Adobe Arabic"/>
                      <w:sz w:val="48"/>
                    </w:rPr>
                  </w:pPr>
                  <w:r>
                    <w:rPr>
                      <w:rFonts w:ascii="Batang" w:eastAsia="Batang" w:hAnsi="Batang" w:cs="Adobe Arabic"/>
                      <w:sz w:val="14"/>
                    </w:rPr>
                    <w:t>0 Victory Points</w:t>
                  </w:r>
                </w:p>
              </w:tc>
              <w:tc>
                <w:tcPr>
                  <w:tcW w:w="2654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428"/>
                  </w:tblGrid>
                  <w:tr w:rsidR="00151CC3" w:rsidTr="003D151A">
                    <w:tc>
                      <w:tcPr>
                        <w:tcW w:w="2428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151CC3" w:rsidRPr="00151CC3" w:rsidRDefault="00151CC3" w:rsidP="00151CC3">
                        <w:pPr>
                          <w:ind w:right="90"/>
                          <w:jc w:val="right"/>
                          <w:rPr>
                            <w:rFonts w:ascii="Britannic Bold" w:hAnsi="Britannic Bold" w:cs="Adobe Arabic"/>
                            <w:sz w:val="48"/>
                          </w:rPr>
                        </w:pPr>
                        <w:r w:rsidRPr="00151CC3">
                          <w:rPr>
                            <w:rFonts w:ascii="Britannic Bold" w:hAnsi="Britannic Bold" w:cs="Adobe Arabic"/>
                            <w:sz w:val="24"/>
                          </w:rPr>
                          <w:t>1x Wood</w:t>
                        </w:r>
                      </w:p>
                    </w:tc>
                  </w:tr>
                  <w:tr w:rsidR="00151CC3" w:rsidTr="003D151A">
                    <w:tc>
                      <w:tcPr>
                        <w:tcW w:w="2428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151CC3" w:rsidRPr="00151CC3" w:rsidRDefault="00151CC3" w:rsidP="00151CC3">
                        <w:pPr>
                          <w:ind w:right="90"/>
                          <w:jc w:val="right"/>
                          <w:rPr>
                            <w:rFonts w:ascii="Britannic Bold" w:hAnsi="Britannic Bold" w:cs="Adobe Arabic"/>
                            <w:sz w:val="48"/>
                          </w:rPr>
                        </w:pPr>
                        <w:r w:rsidRPr="00151CC3">
                          <w:rPr>
                            <w:rFonts w:ascii="Britannic Bold" w:hAnsi="Britannic Bold" w:cs="Adobe Arabic"/>
                            <w:sz w:val="24"/>
                          </w:rPr>
                          <w:t xml:space="preserve">1x </w:t>
                        </w: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Brick</w:t>
                        </w:r>
                      </w:p>
                    </w:tc>
                  </w:tr>
                </w:tbl>
                <w:p w:rsidR="00151CC3" w:rsidRDefault="00151CC3" w:rsidP="00151CC3">
                  <w:pPr>
                    <w:ind w:right="90"/>
                    <w:rPr>
                      <w:rFonts w:ascii="Adobe Arabic" w:hAnsi="Adobe Arabic" w:cs="Adobe Arabic"/>
                      <w:sz w:val="48"/>
                    </w:rPr>
                  </w:pPr>
                </w:p>
              </w:tc>
            </w:tr>
            <w:tr w:rsidR="00151CC3" w:rsidTr="003D151A">
              <w:tc>
                <w:tcPr>
                  <w:tcW w:w="2653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151CC3" w:rsidRDefault="00151CC3" w:rsidP="00151CC3">
                  <w:pPr>
                    <w:ind w:right="90"/>
                    <w:rPr>
                      <w:rFonts w:ascii="Batang" w:eastAsia="Batang" w:hAnsi="Batang" w:cs="Adobe Arabic"/>
                      <w:sz w:val="32"/>
                    </w:rPr>
                  </w:pPr>
                </w:p>
                <w:p w:rsidR="00151CC3" w:rsidRDefault="00151CC3" w:rsidP="00151CC3">
                  <w:pPr>
                    <w:ind w:right="90"/>
                    <w:rPr>
                      <w:rFonts w:ascii="Batang" w:eastAsia="Batang" w:hAnsi="Batang" w:cs="Adobe Arabic"/>
                      <w:sz w:val="32"/>
                    </w:rPr>
                  </w:pPr>
                  <w:r>
                    <w:rPr>
                      <w:rFonts w:ascii="Batang" w:eastAsia="Batang" w:hAnsi="Batang" w:cs="Adobe Arabic"/>
                      <w:sz w:val="32"/>
                    </w:rPr>
                    <w:t>Settlement</w:t>
                  </w:r>
                </w:p>
                <w:p w:rsidR="00151CC3" w:rsidRDefault="00151CC3" w:rsidP="00151CC3">
                  <w:pPr>
                    <w:ind w:right="90"/>
                    <w:rPr>
                      <w:rFonts w:ascii="Batang" w:eastAsia="Batang" w:hAnsi="Batang" w:cs="Adobe Arabic"/>
                      <w:sz w:val="14"/>
                    </w:rPr>
                  </w:pPr>
                  <w:r>
                    <w:rPr>
                      <w:rFonts w:ascii="Batang" w:eastAsia="Batang" w:hAnsi="Batang" w:cs="Adobe Arabic"/>
                      <w:sz w:val="14"/>
                    </w:rPr>
                    <w:t>1 Victory Point</w:t>
                  </w:r>
                </w:p>
                <w:p w:rsidR="00151CC3" w:rsidRPr="00151CC3" w:rsidRDefault="00151CC3" w:rsidP="00151CC3">
                  <w:pPr>
                    <w:ind w:right="90"/>
                    <w:rPr>
                      <w:rFonts w:ascii="Batang" w:eastAsia="Batang" w:hAnsi="Batang" w:cs="Adobe Arabic"/>
                      <w:sz w:val="32"/>
                    </w:rPr>
                  </w:pPr>
                </w:p>
              </w:tc>
              <w:tc>
                <w:tcPr>
                  <w:tcW w:w="2654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151CC3" w:rsidRDefault="00151CC3" w:rsidP="00151CC3"/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428"/>
                  </w:tblGrid>
                  <w:tr w:rsidR="00151CC3" w:rsidRPr="00151CC3" w:rsidTr="003D151A">
                    <w:tc>
                      <w:tcPr>
                        <w:tcW w:w="2428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151CC3" w:rsidRPr="00151CC3" w:rsidRDefault="00151CC3" w:rsidP="00151CC3">
                        <w:pPr>
                          <w:ind w:right="90"/>
                          <w:jc w:val="right"/>
                          <w:rPr>
                            <w:rFonts w:ascii="Britannic Bold" w:hAnsi="Britannic Bold" w:cs="Adobe Arabic"/>
                            <w:sz w:val="48"/>
                          </w:rPr>
                        </w:pPr>
                        <w:r w:rsidRPr="00151CC3">
                          <w:rPr>
                            <w:rFonts w:ascii="Britannic Bold" w:hAnsi="Britannic Bold" w:cs="Adobe Arabic"/>
                            <w:sz w:val="24"/>
                          </w:rPr>
                          <w:t>1x Wood</w:t>
                        </w:r>
                      </w:p>
                    </w:tc>
                  </w:tr>
                  <w:tr w:rsidR="00151CC3" w:rsidRPr="00151CC3" w:rsidTr="003D151A">
                    <w:tc>
                      <w:tcPr>
                        <w:tcW w:w="2428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151CC3" w:rsidRPr="00151CC3" w:rsidRDefault="00151CC3" w:rsidP="00151CC3">
                        <w:pPr>
                          <w:ind w:right="90"/>
                          <w:jc w:val="right"/>
                          <w:rPr>
                            <w:rFonts w:ascii="Britannic Bold" w:hAnsi="Britannic Bold" w:cs="Adobe Arabic"/>
                            <w:sz w:val="48"/>
                          </w:rPr>
                        </w:pPr>
                        <w:r w:rsidRPr="00151CC3">
                          <w:rPr>
                            <w:rFonts w:ascii="Britannic Bold" w:hAnsi="Britannic Bold" w:cs="Adobe Arabic"/>
                            <w:sz w:val="24"/>
                          </w:rPr>
                          <w:t xml:space="preserve">1x </w:t>
                        </w: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Brick</w:t>
                        </w:r>
                      </w:p>
                    </w:tc>
                  </w:tr>
                  <w:tr w:rsidR="00151CC3" w:rsidRPr="00151CC3" w:rsidTr="003D151A">
                    <w:tc>
                      <w:tcPr>
                        <w:tcW w:w="2428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151CC3" w:rsidRPr="00151CC3" w:rsidRDefault="00151CC3" w:rsidP="00151CC3">
                        <w:pPr>
                          <w:ind w:right="90"/>
                          <w:jc w:val="right"/>
                          <w:rPr>
                            <w:rFonts w:ascii="Britannic Bold" w:hAnsi="Britannic Bold" w:cs="Adobe Arabic"/>
                            <w:sz w:val="24"/>
                          </w:rPr>
                        </w:pP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1x Grain</w:t>
                        </w:r>
                      </w:p>
                    </w:tc>
                  </w:tr>
                  <w:tr w:rsidR="00151CC3" w:rsidRPr="00151CC3" w:rsidTr="003D151A">
                    <w:tc>
                      <w:tcPr>
                        <w:tcW w:w="2428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151CC3" w:rsidRDefault="00151CC3" w:rsidP="00151CC3">
                        <w:pPr>
                          <w:ind w:right="90"/>
                          <w:jc w:val="right"/>
                          <w:rPr>
                            <w:rFonts w:ascii="Britannic Bold" w:hAnsi="Britannic Bold" w:cs="Adobe Arabic"/>
                            <w:sz w:val="24"/>
                          </w:rPr>
                        </w:pP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1x Sheep</w:t>
                        </w:r>
                      </w:p>
                    </w:tc>
                  </w:tr>
                </w:tbl>
                <w:p w:rsidR="00151CC3" w:rsidRPr="00151CC3" w:rsidRDefault="00151CC3" w:rsidP="00151CC3">
                  <w:pPr>
                    <w:ind w:right="90"/>
                    <w:jc w:val="right"/>
                    <w:rPr>
                      <w:rFonts w:ascii="Britannic Bold" w:hAnsi="Britannic Bold" w:cs="Adobe Arabic"/>
                      <w:sz w:val="24"/>
                    </w:rPr>
                  </w:pPr>
                </w:p>
              </w:tc>
            </w:tr>
            <w:tr w:rsidR="00151CC3" w:rsidTr="003D151A">
              <w:tc>
                <w:tcPr>
                  <w:tcW w:w="2653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151CC3" w:rsidRDefault="00151CC3" w:rsidP="00151CC3">
                  <w:pPr>
                    <w:ind w:right="90"/>
                    <w:rPr>
                      <w:rFonts w:ascii="Batang" w:eastAsia="Batang" w:hAnsi="Batang" w:cs="Adobe Arabic"/>
                      <w:sz w:val="32"/>
                    </w:rPr>
                  </w:pPr>
                  <w:r>
                    <w:rPr>
                      <w:rFonts w:ascii="Batang" w:eastAsia="Batang" w:hAnsi="Batang" w:cs="Adobe Arabic"/>
                      <w:sz w:val="32"/>
                    </w:rPr>
                    <w:t>City</w:t>
                  </w:r>
                </w:p>
                <w:p w:rsidR="00151CC3" w:rsidRDefault="00151CC3" w:rsidP="00151CC3">
                  <w:pPr>
                    <w:ind w:right="90"/>
                    <w:rPr>
                      <w:rFonts w:ascii="Batang" w:eastAsia="Batang" w:hAnsi="Batang" w:cs="Adobe Arabic"/>
                      <w:sz w:val="14"/>
                    </w:rPr>
                  </w:pPr>
                  <w:r>
                    <w:rPr>
                      <w:rFonts w:ascii="Batang" w:eastAsia="Batang" w:hAnsi="Batang" w:cs="Adobe Arabic"/>
                      <w:sz w:val="14"/>
                    </w:rPr>
                    <w:t>2 Victory Points</w:t>
                  </w:r>
                </w:p>
                <w:p w:rsidR="00151CC3" w:rsidRPr="00151CC3" w:rsidRDefault="00151CC3" w:rsidP="00151CC3">
                  <w:pPr>
                    <w:ind w:right="90"/>
                    <w:rPr>
                      <w:rFonts w:ascii="Batang" w:eastAsia="Batang" w:hAnsi="Batang" w:cs="Adobe Arabic"/>
                      <w:sz w:val="32"/>
                    </w:rPr>
                  </w:pPr>
                </w:p>
              </w:tc>
              <w:tc>
                <w:tcPr>
                  <w:tcW w:w="2654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428"/>
                  </w:tblGrid>
                  <w:tr w:rsidR="00151CC3" w:rsidRPr="00151CC3" w:rsidTr="003D151A">
                    <w:tc>
                      <w:tcPr>
                        <w:tcW w:w="2428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151CC3" w:rsidRPr="00151CC3" w:rsidRDefault="00151CC3" w:rsidP="00151CC3">
                        <w:pPr>
                          <w:ind w:right="90"/>
                          <w:jc w:val="right"/>
                          <w:rPr>
                            <w:rFonts w:ascii="Britannic Bold" w:hAnsi="Britannic Bold" w:cs="Adobe Arabic"/>
                            <w:sz w:val="48"/>
                          </w:rPr>
                        </w:pP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2</w:t>
                        </w:r>
                        <w:r w:rsidRPr="00151CC3">
                          <w:rPr>
                            <w:rFonts w:ascii="Britannic Bold" w:hAnsi="Britannic Bold" w:cs="Adobe Arabic"/>
                            <w:sz w:val="24"/>
                          </w:rPr>
                          <w:t xml:space="preserve">x </w:t>
                        </w: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Grain</w:t>
                        </w:r>
                      </w:p>
                    </w:tc>
                  </w:tr>
                  <w:tr w:rsidR="00151CC3" w:rsidRPr="00151CC3" w:rsidTr="003D151A">
                    <w:tc>
                      <w:tcPr>
                        <w:tcW w:w="2428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151CC3" w:rsidRPr="00151CC3" w:rsidRDefault="00151CC3" w:rsidP="00151CC3">
                        <w:pPr>
                          <w:ind w:right="90"/>
                          <w:jc w:val="right"/>
                          <w:rPr>
                            <w:rFonts w:ascii="Britannic Bold" w:hAnsi="Britannic Bold" w:cs="Adobe Arabic"/>
                            <w:sz w:val="48"/>
                          </w:rPr>
                        </w:pP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3</w:t>
                        </w:r>
                        <w:r w:rsidRPr="00151CC3">
                          <w:rPr>
                            <w:rFonts w:ascii="Britannic Bold" w:hAnsi="Britannic Bold" w:cs="Adobe Arabic"/>
                            <w:sz w:val="24"/>
                          </w:rPr>
                          <w:t xml:space="preserve">x </w:t>
                        </w: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Ore</w:t>
                        </w:r>
                      </w:p>
                    </w:tc>
                  </w:tr>
                </w:tbl>
                <w:p w:rsidR="00151CC3" w:rsidRPr="00151CC3" w:rsidRDefault="00151CC3" w:rsidP="00151CC3">
                  <w:pPr>
                    <w:ind w:right="90"/>
                    <w:jc w:val="right"/>
                    <w:rPr>
                      <w:rFonts w:ascii="Britannic Bold" w:hAnsi="Britannic Bold" w:cs="Adobe Arabic"/>
                      <w:sz w:val="24"/>
                    </w:rPr>
                  </w:pPr>
                </w:p>
              </w:tc>
            </w:tr>
            <w:tr w:rsidR="00151CC3" w:rsidTr="003D151A">
              <w:tc>
                <w:tcPr>
                  <w:tcW w:w="2653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151CC3" w:rsidRDefault="00151CC3" w:rsidP="00151CC3">
                  <w:pPr>
                    <w:ind w:right="90"/>
                    <w:rPr>
                      <w:rFonts w:ascii="Batang" w:eastAsia="Batang" w:hAnsi="Batang" w:cs="Adobe Arabic"/>
                      <w:sz w:val="32"/>
                    </w:rPr>
                  </w:pPr>
                  <w:r>
                    <w:rPr>
                      <w:rFonts w:ascii="Batang" w:eastAsia="Batang" w:hAnsi="Batang" w:cs="Adobe Arabic"/>
                      <w:sz w:val="32"/>
                    </w:rPr>
                    <w:t>Development</w:t>
                  </w:r>
                </w:p>
                <w:p w:rsidR="00151CC3" w:rsidRDefault="00151CC3" w:rsidP="00151CC3">
                  <w:pPr>
                    <w:ind w:right="90"/>
                    <w:rPr>
                      <w:rFonts w:ascii="Batang" w:eastAsia="Batang" w:hAnsi="Batang" w:cs="Adobe Arabic"/>
                      <w:sz w:val="32"/>
                    </w:rPr>
                  </w:pPr>
                  <w:r>
                    <w:rPr>
                      <w:rFonts w:ascii="Batang" w:eastAsia="Batang" w:hAnsi="Batang" w:cs="Adobe Arabic"/>
                      <w:sz w:val="32"/>
                    </w:rPr>
                    <w:t>Card</w:t>
                  </w:r>
                </w:p>
                <w:p w:rsidR="00151CC3" w:rsidRDefault="00151CC3" w:rsidP="00151CC3">
                  <w:pPr>
                    <w:ind w:right="90"/>
                    <w:rPr>
                      <w:rFonts w:ascii="Batang" w:eastAsia="Batang" w:hAnsi="Batang" w:cs="Adobe Arabic"/>
                      <w:sz w:val="14"/>
                    </w:rPr>
                  </w:pPr>
                  <w:r>
                    <w:rPr>
                      <w:rFonts w:ascii="Batang" w:eastAsia="Batang" w:hAnsi="Batang" w:cs="Adobe Arabic"/>
                      <w:sz w:val="14"/>
                    </w:rPr>
                    <w:t>? Victory Points</w:t>
                  </w:r>
                </w:p>
                <w:p w:rsidR="00151CC3" w:rsidRDefault="00151CC3" w:rsidP="00151CC3">
                  <w:pPr>
                    <w:ind w:right="90"/>
                    <w:rPr>
                      <w:rFonts w:ascii="Batang" w:eastAsia="Batang" w:hAnsi="Batang" w:cs="Adobe Arabic"/>
                      <w:sz w:val="32"/>
                    </w:rPr>
                  </w:pPr>
                </w:p>
              </w:tc>
              <w:tc>
                <w:tcPr>
                  <w:tcW w:w="2654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428"/>
                  </w:tblGrid>
                  <w:tr w:rsidR="00151CC3" w:rsidRPr="00151CC3" w:rsidTr="003D151A">
                    <w:tc>
                      <w:tcPr>
                        <w:tcW w:w="2428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151CC3" w:rsidRPr="00151CC3" w:rsidRDefault="00151CC3" w:rsidP="00151CC3">
                        <w:pPr>
                          <w:ind w:right="90"/>
                          <w:jc w:val="right"/>
                          <w:rPr>
                            <w:rFonts w:ascii="Britannic Bold" w:hAnsi="Britannic Bold" w:cs="Adobe Arabic"/>
                            <w:sz w:val="48"/>
                          </w:rPr>
                        </w:pP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1</w:t>
                        </w:r>
                        <w:r w:rsidRPr="00151CC3">
                          <w:rPr>
                            <w:rFonts w:ascii="Britannic Bold" w:hAnsi="Britannic Bold" w:cs="Adobe Arabic"/>
                            <w:sz w:val="24"/>
                          </w:rPr>
                          <w:t xml:space="preserve">x </w:t>
                        </w: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Sheep</w:t>
                        </w:r>
                      </w:p>
                    </w:tc>
                  </w:tr>
                  <w:tr w:rsidR="00151CC3" w:rsidRPr="00151CC3" w:rsidTr="003D151A">
                    <w:tc>
                      <w:tcPr>
                        <w:tcW w:w="2428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151CC3" w:rsidRPr="00151CC3" w:rsidRDefault="00151CC3" w:rsidP="00151CC3">
                        <w:pPr>
                          <w:ind w:right="90"/>
                          <w:jc w:val="right"/>
                          <w:rPr>
                            <w:rFonts w:ascii="Britannic Bold" w:hAnsi="Britannic Bold" w:cs="Adobe Arabic"/>
                            <w:sz w:val="48"/>
                          </w:rPr>
                        </w:pP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1x Grain</w:t>
                        </w:r>
                      </w:p>
                    </w:tc>
                  </w:tr>
                  <w:tr w:rsidR="00151CC3" w:rsidRPr="00151CC3" w:rsidTr="003D151A">
                    <w:tc>
                      <w:tcPr>
                        <w:tcW w:w="2428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151CC3" w:rsidRDefault="00151CC3" w:rsidP="00151CC3">
                        <w:pPr>
                          <w:ind w:right="90"/>
                          <w:jc w:val="right"/>
                          <w:rPr>
                            <w:rFonts w:ascii="Britannic Bold" w:hAnsi="Britannic Bold" w:cs="Adobe Arabic"/>
                            <w:sz w:val="24"/>
                          </w:rPr>
                        </w:pP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1</w:t>
                        </w:r>
                        <w:r w:rsidRPr="00151CC3">
                          <w:rPr>
                            <w:rFonts w:ascii="Britannic Bold" w:hAnsi="Britannic Bold" w:cs="Adobe Arabic"/>
                            <w:sz w:val="24"/>
                          </w:rPr>
                          <w:t xml:space="preserve">x </w:t>
                        </w: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Ore</w:t>
                        </w:r>
                      </w:p>
                    </w:tc>
                  </w:tr>
                </w:tbl>
                <w:p w:rsidR="00151CC3" w:rsidRDefault="00151CC3" w:rsidP="00151CC3">
                  <w:pPr>
                    <w:ind w:right="90"/>
                    <w:jc w:val="right"/>
                    <w:rPr>
                      <w:rFonts w:ascii="Britannic Bold" w:hAnsi="Britannic Bold" w:cs="Adobe Arabic"/>
                      <w:sz w:val="24"/>
                    </w:rPr>
                  </w:pPr>
                </w:p>
              </w:tc>
            </w:tr>
          </w:tbl>
          <w:p w:rsidR="00151CC3" w:rsidRDefault="00151CC3" w:rsidP="003D151A">
            <w:pPr>
              <w:ind w:right="90"/>
              <w:rPr>
                <w:rFonts w:ascii="Adobe Arabic" w:hAnsi="Adobe Arabic" w:cs="Adobe Arabic"/>
                <w:b/>
                <w:sz w:val="48"/>
              </w:rPr>
            </w:pPr>
          </w:p>
        </w:tc>
      </w:tr>
      <w:tr w:rsidR="00151CC3" w:rsidRPr="00864185" w:rsidTr="00F500CD">
        <w:trPr>
          <w:cantSplit/>
          <w:trHeight w:hRule="exact" w:val="6075"/>
        </w:trPr>
        <w:tc>
          <w:tcPr>
            <w:tcW w:w="5362" w:type="dxa"/>
            <w:vAlign w:val="center"/>
          </w:tcPr>
          <w:p w:rsidR="00151CC3" w:rsidRDefault="00151CC3" w:rsidP="00151CC3">
            <w:pPr>
              <w:ind w:right="90"/>
              <w:jc w:val="center"/>
              <w:rPr>
                <w:rFonts w:ascii="Batang" w:eastAsia="Batang" w:hAnsi="Batang" w:cs="Adobe Arabic"/>
                <w:b/>
                <w:sz w:val="56"/>
                <w:szCs w:val="56"/>
              </w:rPr>
            </w:pPr>
            <w:r>
              <w:rPr>
                <w:rFonts w:ascii="Batang" w:eastAsia="Batang" w:hAnsi="Batang" w:cs="Adobe Arabic"/>
                <w:b/>
                <w:sz w:val="56"/>
                <w:szCs w:val="56"/>
              </w:rPr>
              <w:t>Building Costs</w:t>
            </w:r>
          </w:p>
          <w:p w:rsidR="00151CC3" w:rsidRPr="00151CC3" w:rsidRDefault="00151CC3" w:rsidP="00151CC3">
            <w:pPr>
              <w:ind w:right="90"/>
              <w:jc w:val="center"/>
              <w:rPr>
                <w:rFonts w:ascii="Batang" w:eastAsia="Batang" w:hAnsi="Batang" w:cs="Adobe Arabic"/>
                <w:b/>
                <w:sz w:val="24"/>
                <w:szCs w:val="56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653"/>
              <w:gridCol w:w="2654"/>
            </w:tblGrid>
            <w:tr w:rsidR="00151CC3" w:rsidTr="00CD6058">
              <w:tc>
                <w:tcPr>
                  <w:tcW w:w="2653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151CC3" w:rsidRDefault="00151CC3" w:rsidP="00151CC3">
                  <w:pPr>
                    <w:ind w:right="90"/>
                    <w:rPr>
                      <w:rFonts w:ascii="Batang" w:eastAsia="Batang" w:hAnsi="Batang" w:cs="Adobe Arabic"/>
                      <w:sz w:val="32"/>
                    </w:rPr>
                  </w:pPr>
                  <w:r w:rsidRPr="00151CC3">
                    <w:rPr>
                      <w:rFonts w:ascii="Batang" w:eastAsia="Batang" w:hAnsi="Batang" w:cs="Adobe Arabic"/>
                      <w:sz w:val="32"/>
                    </w:rPr>
                    <w:t>Road</w:t>
                  </w:r>
                </w:p>
                <w:p w:rsidR="00151CC3" w:rsidRPr="00151CC3" w:rsidRDefault="00151CC3" w:rsidP="00151CC3">
                  <w:pPr>
                    <w:ind w:right="90"/>
                    <w:rPr>
                      <w:rFonts w:ascii="Batang" w:eastAsia="Batang" w:hAnsi="Batang" w:cs="Adobe Arabic"/>
                      <w:sz w:val="48"/>
                    </w:rPr>
                  </w:pPr>
                  <w:r>
                    <w:rPr>
                      <w:rFonts w:ascii="Batang" w:eastAsia="Batang" w:hAnsi="Batang" w:cs="Adobe Arabic"/>
                      <w:sz w:val="14"/>
                    </w:rPr>
                    <w:t>0 Victory Points</w:t>
                  </w:r>
                </w:p>
              </w:tc>
              <w:tc>
                <w:tcPr>
                  <w:tcW w:w="2654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428"/>
                  </w:tblGrid>
                  <w:tr w:rsidR="00151CC3" w:rsidTr="003D151A">
                    <w:tc>
                      <w:tcPr>
                        <w:tcW w:w="2428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151CC3" w:rsidRPr="00151CC3" w:rsidRDefault="00151CC3" w:rsidP="00151CC3">
                        <w:pPr>
                          <w:ind w:right="90"/>
                          <w:jc w:val="right"/>
                          <w:rPr>
                            <w:rFonts w:ascii="Britannic Bold" w:hAnsi="Britannic Bold" w:cs="Adobe Arabic"/>
                            <w:sz w:val="48"/>
                          </w:rPr>
                        </w:pPr>
                        <w:r w:rsidRPr="00151CC3">
                          <w:rPr>
                            <w:rFonts w:ascii="Britannic Bold" w:hAnsi="Britannic Bold" w:cs="Adobe Arabic"/>
                            <w:sz w:val="24"/>
                          </w:rPr>
                          <w:t>1x Wood</w:t>
                        </w:r>
                      </w:p>
                    </w:tc>
                  </w:tr>
                  <w:tr w:rsidR="00151CC3" w:rsidTr="003D151A">
                    <w:tc>
                      <w:tcPr>
                        <w:tcW w:w="2428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151CC3" w:rsidRPr="00151CC3" w:rsidRDefault="00151CC3" w:rsidP="00151CC3">
                        <w:pPr>
                          <w:ind w:right="90"/>
                          <w:jc w:val="right"/>
                          <w:rPr>
                            <w:rFonts w:ascii="Britannic Bold" w:hAnsi="Britannic Bold" w:cs="Adobe Arabic"/>
                            <w:sz w:val="48"/>
                          </w:rPr>
                        </w:pPr>
                        <w:r w:rsidRPr="00151CC3">
                          <w:rPr>
                            <w:rFonts w:ascii="Britannic Bold" w:hAnsi="Britannic Bold" w:cs="Adobe Arabic"/>
                            <w:sz w:val="24"/>
                          </w:rPr>
                          <w:t xml:space="preserve">1x </w:t>
                        </w: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Brick</w:t>
                        </w:r>
                      </w:p>
                    </w:tc>
                  </w:tr>
                </w:tbl>
                <w:p w:rsidR="00151CC3" w:rsidRDefault="00151CC3" w:rsidP="00151CC3">
                  <w:pPr>
                    <w:ind w:right="90"/>
                    <w:rPr>
                      <w:rFonts w:ascii="Adobe Arabic" w:hAnsi="Adobe Arabic" w:cs="Adobe Arabic"/>
                      <w:sz w:val="48"/>
                    </w:rPr>
                  </w:pPr>
                </w:p>
              </w:tc>
            </w:tr>
            <w:tr w:rsidR="00151CC3" w:rsidTr="003D151A">
              <w:tc>
                <w:tcPr>
                  <w:tcW w:w="2653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151CC3" w:rsidRDefault="00151CC3" w:rsidP="00151CC3">
                  <w:pPr>
                    <w:ind w:right="90"/>
                    <w:rPr>
                      <w:rFonts w:ascii="Batang" w:eastAsia="Batang" w:hAnsi="Batang" w:cs="Adobe Arabic"/>
                      <w:sz w:val="32"/>
                    </w:rPr>
                  </w:pPr>
                </w:p>
                <w:p w:rsidR="00151CC3" w:rsidRDefault="00151CC3" w:rsidP="00151CC3">
                  <w:pPr>
                    <w:ind w:right="90"/>
                    <w:rPr>
                      <w:rFonts w:ascii="Batang" w:eastAsia="Batang" w:hAnsi="Batang" w:cs="Adobe Arabic"/>
                      <w:sz w:val="32"/>
                    </w:rPr>
                  </w:pPr>
                  <w:r>
                    <w:rPr>
                      <w:rFonts w:ascii="Batang" w:eastAsia="Batang" w:hAnsi="Batang" w:cs="Adobe Arabic"/>
                      <w:sz w:val="32"/>
                    </w:rPr>
                    <w:t>Settlement</w:t>
                  </w:r>
                </w:p>
                <w:p w:rsidR="00151CC3" w:rsidRDefault="00151CC3" w:rsidP="00151CC3">
                  <w:pPr>
                    <w:ind w:right="90"/>
                    <w:rPr>
                      <w:rFonts w:ascii="Batang" w:eastAsia="Batang" w:hAnsi="Batang" w:cs="Adobe Arabic"/>
                      <w:sz w:val="14"/>
                    </w:rPr>
                  </w:pPr>
                  <w:r>
                    <w:rPr>
                      <w:rFonts w:ascii="Batang" w:eastAsia="Batang" w:hAnsi="Batang" w:cs="Adobe Arabic"/>
                      <w:sz w:val="14"/>
                    </w:rPr>
                    <w:t>1 Victory Point</w:t>
                  </w:r>
                </w:p>
                <w:p w:rsidR="00151CC3" w:rsidRPr="00151CC3" w:rsidRDefault="00151CC3" w:rsidP="00151CC3">
                  <w:pPr>
                    <w:ind w:right="90"/>
                    <w:rPr>
                      <w:rFonts w:ascii="Batang" w:eastAsia="Batang" w:hAnsi="Batang" w:cs="Adobe Arabic"/>
                      <w:sz w:val="32"/>
                    </w:rPr>
                  </w:pPr>
                </w:p>
              </w:tc>
              <w:tc>
                <w:tcPr>
                  <w:tcW w:w="2654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151CC3" w:rsidRDefault="00151CC3" w:rsidP="00151CC3"/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428"/>
                  </w:tblGrid>
                  <w:tr w:rsidR="00151CC3" w:rsidRPr="00151CC3" w:rsidTr="003D151A">
                    <w:tc>
                      <w:tcPr>
                        <w:tcW w:w="2428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151CC3" w:rsidRPr="00151CC3" w:rsidRDefault="00151CC3" w:rsidP="00151CC3">
                        <w:pPr>
                          <w:ind w:right="90"/>
                          <w:jc w:val="right"/>
                          <w:rPr>
                            <w:rFonts w:ascii="Britannic Bold" w:hAnsi="Britannic Bold" w:cs="Adobe Arabic"/>
                            <w:sz w:val="48"/>
                          </w:rPr>
                        </w:pPr>
                        <w:r w:rsidRPr="00151CC3">
                          <w:rPr>
                            <w:rFonts w:ascii="Britannic Bold" w:hAnsi="Britannic Bold" w:cs="Adobe Arabic"/>
                            <w:sz w:val="24"/>
                          </w:rPr>
                          <w:t>1x Wood</w:t>
                        </w:r>
                      </w:p>
                    </w:tc>
                  </w:tr>
                  <w:tr w:rsidR="00151CC3" w:rsidRPr="00151CC3" w:rsidTr="003D151A">
                    <w:tc>
                      <w:tcPr>
                        <w:tcW w:w="2428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151CC3" w:rsidRPr="00151CC3" w:rsidRDefault="00151CC3" w:rsidP="00151CC3">
                        <w:pPr>
                          <w:ind w:right="90"/>
                          <w:jc w:val="right"/>
                          <w:rPr>
                            <w:rFonts w:ascii="Britannic Bold" w:hAnsi="Britannic Bold" w:cs="Adobe Arabic"/>
                            <w:sz w:val="48"/>
                          </w:rPr>
                        </w:pPr>
                        <w:r w:rsidRPr="00151CC3">
                          <w:rPr>
                            <w:rFonts w:ascii="Britannic Bold" w:hAnsi="Britannic Bold" w:cs="Adobe Arabic"/>
                            <w:sz w:val="24"/>
                          </w:rPr>
                          <w:t xml:space="preserve">1x </w:t>
                        </w: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Brick</w:t>
                        </w:r>
                      </w:p>
                    </w:tc>
                  </w:tr>
                  <w:tr w:rsidR="00151CC3" w:rsidRPr="00151CC3" w:rsidTr="003D151A">
                    <w:tc>
                      <w:tcPr>
                        <w:tcW w:w="2428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151CC3" w:rsidRPr="00151CC3" w:rsidRDefault="00151CC3" w:rsidP="00151CC3">
                        <w:pPr>
                          <w:ind w:right="90"/>
                          <w:jc w:val="right"/>
                          <w:rPr>
                            <w:rFonts w:ascii="Britannic Bold" w:hAnsi="Britannic Bold" w:cs="Adobe Arabic"/>
                            <w:sz w:val="24"/>
                          </w:rPr>
                        </w:pP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1x Grain</w:t>
                        </w:r>
                      </w:p>
                    </w:tc>
                  </w:tr>
                  <w:tr w:rsidR="00151CC3" w:rsidRPr="00151CC3" w:rsidTr="003D151A">
                    <w:tc>
                      <w:tcPr>
                        <w:tcW w:w="2428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151CC3" w:rsidRDefault="00151CC3" w:rsidP="00151CC3">
                        <w:pPr>
                          <w:ind w:right="90"/>
                          <w:jc w:val="right"/>
                          <w:rPr>
                            <w:rFonts w:ascii="Britannic Bold" w:hAnsi="Britannic Bold" w:cs="Adobe Arabic"/>
                            <w:sz w:val="24"/>
                          </w:rPr>
                        </w:pP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1x Sheep</w:t>
                        </w:r>
                      </w:p>
                    </w:tc>
                  </w:tr>
                </w:tbl>
                <w:p w:rsidR="00151CC3" w:rsidRPr="00151CC3" w:rsidRDefault="00151CC3" w:rsidP="00151CC3">
                  <w:pPr>
                    <w:ind w:right="90"/>
                    <w:jc w:val="right"/>
                    <w:rPr>
                      <w:rFonts w:ascii="Britannic Bold" w:hAnsi="Britannic Bold" w:cs="Adobe Arabic"/>
                      <w:sz w:val="24"/>
                    </w:rPr>
                  </w:pPr>
                </w:p>
              </w:tc>
            </w:tr>
            <w:tr w:rsidR="00151CC3" w:rsidTr="003D151A">
              <w:tc>
                <w:tcPr>
                  <w:tcW w:w="2653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151CC3" w:rsidRDefault="00151CC3" w:rsidP="00151CC3">
                  <w:pPr>
                    <w:ind w:right="90"/>
                    <w:rPr>
                      <w:rFonts w:ascii="Batang" w:eastAsia="Batang" w:hAnsi="Batang" w:cs="Adobe Arabic"/>
                      <w:sz w:val="32"/>
                    </w:rPr>
                  </w:pPr>
                  <w:r>
                    <w:rPr>
                      <w:rFonts w:ascii="Batang" w:eastAsia="Batang" w:hAnsi="Batang" w:cs="Adobe Arabic"/>
                      <w:sz w:val="32"/>
                    </w:rPr>
                    <w:t>City</w:t>
                  </w:r>
                </w:p>
                <w:p w:rsidR="00151CC3" w:rsidRDefault="00151CC3" w:rsidP="00151CC3">
                  <w:pPr>
                    <w:ind w:right="90"/>
                    <w:rPr>
                      <w:rFonts w:ascii="Batang" w:eastAsia="Batang" w:hAnsi="Batang" w:cs="Adobe Arabic"/>
                      <w:sz w:val="14"/>
                    </w:rPr>
                  </w:pPr>
                  <w:r>
                    <w:rPr>
                      <w:rFonts w:ascii="Batang" w:eastAsia="Batang" w:hAnsi="Batang" w:cs="Adobe Arabic"/>
                      <w:sz w:val="14"/>
                    </w:rPr>
                    <w:t>2 Victory Points</w:t>
                  </w:r>
                </w:p>
                <w:p w:rsidR="00151CC3" w:rsidRPr="00151CC3" w:rsidRDefault="00151CC3" w:rsidP="00151CC3">
                  <w:pPr>
                    <w:ind w:right="90"/>
                    <w:rPr>
                      <w:rFonts w:ascii="Batang" w:eastAsia="Batang" w:hAnsi="Batang" w:cs="Adobe Arabic"/>
                      <w:sz w:val="32"/>
                    </w:rPr>
                  </w:pPr>
                </w:p>
              </w:tc>
              <w:tc>
                <w:tcPr>
                  <w:tcW w:w="2654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428"/>
                  </w:tblGrid>
                  <w:tr w:rsidR="00151CC3" w:rsidRPr="00151CC3" w:rsidTr="003D151A">
                    <w:tc>
                      <w:tcPr>
                        <w:tcW w:w="2428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151CC3" w:rsidRPr="00151CC3" w:rsidRDefault="00151CC3" w:rsidP="00151CC3">
                        <w:pPr>
                          <w:ind w:right="90"/>
                          <w:jc w:val="right"/>
                          <w:rPr>
                            <w:rFonts w:ascii="Britannic Bold" w:hAnsi="Britannic Bold" w:cs="Adobe Arabic"/>
                            <w:sz w:val="48"/>
                          </w:rPr>
                        </w:pP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2</w:t>
                        </w:r>
                        <w:r w:rsidRPr="00151CC3">
                          <w:rPr>
                            <w:rFonts w:ascii="Britannic Bold" w:hAnsi="Britannic Bold" w:cs="Adobe Arabic"/>
                            <w:sz w:val="24"/>
                          </w:rPr>
                          <w:t xml:space="preserve">x </w:t>
                        </w: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Grain</w:t>
                        </w:r>
                      </w:p>
                    </w:tc>
                  </w:tr>
                  <w:tr w:rsidR="00151CC3" w:rsidRPr="00151CC3" w:rsidTr="003D151A">
                    <w:tc>
                      <w:tcPr>
                        <w:tcW w:w="2428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151CC3" w:rsidRPr="00151CC3" w:rsidRDefault="00151CC3" w:rsidP="00151CC3">
                        <w:pPr>
                          <w:ind w:right="90"/>
                          <w:jc w:val="right"/>
                          <w:rPr>
                            <w:rFonts w:ascii="Britannic Bold" w:hAnsi="Britannic Bold" w:cs="Adobe Arabic"/>
                            <w:sz w:val="48"/>
                          </w:rPr>
                        </w:pP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3</w:t>
                        </w:r>
                        <w:r w:rsidRPr="00151CC3">
                          <w:rPr>
                            <w:rFonts w:ascii="Britannic Bold" w:hAnsi="Britannic Bold" w:cs="Adobe Arabic"/>
                            <w:sz w:val="24"/>
                          </w:rPr>
                          <w:t xml:space="preserve">x </w:t>
                        </w: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Ore</w:t>
                        </w:r>
                      </w:p>
                    </w:tc>
                  </w:tr>
                </w:tbl>
                <w:p w:rsidR="00151CC3" w:rsidRPr="00151CC3" w:rsidRDefault="00151CC3" w:rsidP="00151CC3">
                  <w:pPr>
                    <w:ind w:right="90"/>
                    <w:jc w:val="right"/>
                    <w:rPr>
                      <w:rFonts w:ascii="Britannic Bold" w:hAnsi="Britannic Bold" w:cs="Adobe Arabic"/>
                      <w:sz w:val="24"/>
                    </w:rPr>
                  </w:pPr>
                </w:p>
              </w:tc>
            </w:tr>
            <w:tr w:rsidR="00151CC3" w:rsidTr="003D151A">
              <w:tc>
                <w:tcPr>
                  <w:tcW w:w="2653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151CC3" w:rsidRDefault="00151CC3" w:rsidP="00151CC3">
                  <w:pPr>
                    <w:ind w:right="90"/>
                    <w:rPr>
                      <w:rFonts w:ascii="Batang" w:eastAsia="Batang" w:hAnsi="Batang" w:cs="Adobe Arabic"/>
                      <w:sz w:val="32"/>
                    </w:rPr>
                  </w:pPr>
                  <w:r>
                    <w:rPr>
                      <w:rFonts w:ascii="Batang" w:eastAsia="Batang" w:hAnsi="Batang" w:cs="Adobe Arabic"/>
                      <w:sz w:val="32"/>
                    </w:rPr>
                    <w:t>Development</w:t>
                  </w:r>
                </w:p>
                <w:p w:rsidR="00151CC3" w:rsidRDefault="00151CC3" w:rsidP="00151CC3">
                  <w:pPr>
                    <w:ind w:right="90"/>
                    <w:rPr>
                      <w:rFonts w:ascii="Batang" w:eastAsia="Batang" w:hAnsi="Batang" w:cs="Adobe Arabic"/>
                      <w:sz w:val="32"/>
                    </w:rPr>
                  </w:pPr>
                  <w:r>
                    <w:rPr>
                      <w:rFonts w:ascii="Batang" w:eastAsia="Batang" w:hAnsi="Batang" w:cs="Adobe Arabic"/>
                      <w:sz w:val="32"/>
                    </w:rPr>
                    <w:t>Card</w:t>
                  </w:r>
                </w:p>
                <w:p w:rsidR="00151CC3" w:rsidRDefault="00151CC3" w:rsidP="00151CC3">
                  <w:pPr>
                    <w:ind w:right="90"/>
                    <w:rPr>
                      <w:rFonts w:ascii="Batang" w:eastAsia="Batang" w:hAnsi="Batang" w:cs="Adobe Arabic"/>
                      <w:sz w:val="14"/>
                    </w:rPr>
                  </w:pPr>
                  <w:r>
                    <w:rPr>
                      <w:rFonts w:ascii="Batang" w:eastAsia="Batang" w:hAnsi="Batang" w:cs="Adobe Arabic"/>
                      <w:sz w:val="14"/>
                    </w:rPr>
                    <w:t>? Victory Points</w:t>
                  </w:r>
                </w:p>
                <w:p w:rsidR="00151CC3" w:rsidRDefault="00151CC3" w:rsidP="00151CC3">
                  <w:pPr>
                    <w:ind w:right="90"/>
                    <w:rPr>
                      <w:rFonts w:ascii="Batang" w:eastAsia="Batang" w:hAnsi="Batang" w:cs="Adobe Arabic"/>
                      <w:sz w:val="32"/>
                    </w:rPr>
                  </w:pPr>
                </w:p>
              </w:tc>
              <w:tc>
                <w:tcPr>
                  <w:tcW w:w="2654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428"/>
                  </w:tblGrid>
                  <w:tr w:rsidR="00151CC3" w:rsidRPr="00151CC3" w:rsidTr="003D151A">
                    <w:tc>
                      <w:tcPr>
                        <w:tcW w:w="2428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151CC3" w:rsidRPr="00151CC3" w:rsidRDefault="00151CC3" w:rsidP="00151CC3">
                        <w:pPr>
                          <w:ind w:right="90"/>
                          <w:jc w:val="right"/>
                          <w:rPr>
                            <w:rFonts w:ascii="Britannic Bold" w:hAnsi="Britannic Bold" w:cs="Adobe Arabic"/>
                            <w:sz w:val="48"/>
                          </w:rPr>
                        </w:pP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1</w:t>
                        </w:r>
                        <w:r w:rsidRPr="00151CC3">
                          <w:rPr>
                            <w:rFonts w:ascii="Britannic Bold" w:hAnsi="Britannic Bold" w:cs="Adobe Arabic"/>
                            <w:sz w:val="24"/>
                          </w:rPr>
                          <w:t xml:space="preserve">x </w:t>
                        </w: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Sheep</w:t>
                        </w:r>
                      </w:p>
                    </w:tc>
                  </w:tr>
                  <w:tr w:rsidR="00151CC3" w:rsidRPr="00151CC3" w:rsidTr="003D151A">
                    <w:tc>
                      <w:tcPr>
                        <w:tcW w:w="2428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151CC3" w:rsidRPr="00151CC3" w:rsidRDefault="00151CC3" w:rsidP="00151CC3">
                        <w:pPr>
                          <w:ind w:right="90"/>
                          <w:jc w:val="right"/>
                          <w:rPr>
                            <w:rFonts w:ascii="Britannic Bold" w:hAnsi="Britannic Bold" w:cs="Adobe Arabic"/>
                            <w:sz w:val="48"/>
                          </w:rPr>
                        </w:pP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1x Grain</w:t>
                        </w:r>
                      </w:p>
                    </w:tc>
                  </w:tr>
                  <w:tr w:rsidR="00151CC3" w:rsidRPr="00151CC3" w:rsidTr="003D151A">
                    <w:tc>
                      <w:tcPr>
                        <w:tcW w:w="2428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151CC3" w:rsidRDefault="00151CC3" w:rsidP="00151CC3">
                        <w:pPr>
                          <w:ind w:right="90"/>
                          <w:jc w:val="right"/>
                          <w:rPr>
                            <w:rFonts w:ascii="Britannic Bold" w:hAnsi="Britannic Bold" w:cs="Adobe Arabic"/>
                            <w:sz w:val="24"/>
                          </w:rPr>
                        </w:pP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1</w:t>
                        </w:r>
                        <w:r w:rsidRPr="00151CC3">
                          <w:rPr>
                            <w:rFonts w:ascii="Britannic Bold" w:hAnsi="Britannic Bold" w:cs="Adobe Arabic"/>
                            <w:sz w:val="24"/>
                          </w:rPr>
                          <w:t xml:space="preserve">x </w:t>
                        </w: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Ore</w:t>
                        </w:r>
                      </w:p>
                    </w:tc>
                  </w:tr>
                </w:tbl>
                <w:p w:rsidR="00151CC3" w:rsidRDefault="00151CC3" w:rsidP="00151CC3">
                  <w:pPr>
                    <w:ind w:right="90"/>
                    <w:jc w:val="right"/>
                    <w:rPr>
                      <w:rFonts w:ascii="Britannic Bold" w:hAnsi="Britannic Bold" w:cs="Adobe Arabic"/>
                      <w:sz w:val="24"/>
                    </w:rPr>
                  </w:pPr>
                </w:p>
              </w:tc>
            </w:tr>
          </w:tbl>
          <w:p w:rsidR="00151CC3" w:rsidRDefault="00151CC3" w:rsidP="003D151A">
            <w:pPr>
              <w:ind w:right="90"/>
              <w:rPr>
                <w:rFonts w:ascii="Adobe Arabic" w:hAnsi="Adobe Arabic" w:cs="Adobe Arabic"/>
                <w:b/>
                <w:sz w:val="48"/>
              </w:rPr>
            </w:pPr>
          </w:p>
          <w:p w:rsidR="00151CC3" w:rsidRDefault="00151CC3" w:rsidP="003D151A">
            <w:pPr>
              <w:ind w:right="90"/>
              <w:rPr>
                <w:rFonts w:ascii="Adobe Arabic" w:hAnsi="Adobe Arabic" w:cs="Adobe Arabic"/>
                <w:b/>
                <w:sz w:val="48"/>
              </w:rPr>
            </w:pPr>
          </w:p>
        </w:tc>
        <w:tc>
          <w:tcPr>
            <w:tcW w:w="5362" w:type="dxa"/>
          </w:tcPr>
          <w:p w:rsidR="00151CC3" w:rsidRDefault="00151CC3" w:rsidP="00151CC3">
            <w:pPr>
              <w:ind w:right="90"/>
              <w:jc w:val="center"/>
              <w:rPr>
                <w:rFonts w:ascii="Batang" w:eastAsia="Batang" w:hAnsi="Batang" w:cs="Adobe Arabic"/>
                <w:b/>
                <w:sz w:val="56"/>
                <w:szCs w:val="56"/>
              </w:rPr>
            </w:pPr>
            <w:r>
              <w:rPr>
                <w:rFonts w:ascii="Batang" w:eastAsia="Batang" w:hAnsi="Batang" w:cs="Adobe Arabic"/>
                <w:b/>
                <w:sz w:val="56"/>
                <w:szCs w:val="56"/>
              </w:rPr>
              <w:t>Building Costs</w:t>
            </w:r>
          </w:p>
          <w:p w:rsidR="00151CC3" w:rsidRPr="00151CC3" w:rsidRDefault="00151CC3" w:rsidP="00151CC3">
            <w:pPr>
              <w:ind w:right="90"/>
              <w:jc w:val="center"/>
              <w:rPr>
                <w:rFonts w:ascii="Batang" w:eastAsia="Batang" w:hAnsi="Batang" w:cs="Adobe Arabic"/>
                <w:b/>
                <w:sz w:val="24"/>
                <w:szCs w:val="56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653"/>
              <w:gridCol w:w="2654"/>
            </w:tblGrid>
            <w:tr w:rsidR="00151CC3" w:rsidTr="00CD6058">
              <w:tc>
                <w:tcPr>
                  <w:tcW w:w="2653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151CC3" w:rsidRDefault="00151CC3" w:rsidP="00151CC3">
                  <w:pPr>
                    <w:ind w:right="90"/>
                    <w:rPr>
                      <w:rFonts w:ascii="Batang" w:eastAsia="Batang" w:hAnsi="Batang" w:cs="Adobe Arabic"/>
                      <w:sz w:val="32"/>
                    </w:rPr>
                  </w:pPr>
                  <w:r w:rsidRPr="00151CC3">
                    <w:rPr>
                      <w:rFonts w:ascii="Batang" w:eastAsia="Batang" w:hAnsi="Batang" w:cs="Adobe Arabic"/>
                      <w:sz w:val="32"/>
                    </w:rPr>
                    <w:t>Road</w:t>
                  </w:r>
                </w:p>
                <w:p w:rsidR="00151CC3" w:rsidRPr="00151CC3" w:rsidRDefault="00151CC3" w:rsidP="00151CC3">
                  <w:pPr>
                    <w:ind w:right="90"/>
                    <w:rPr>
                      <w:rFonts w:ascii="Batang" w:eastAsia="Batang" w:hAnsi="Batang" w:cs="Adobe Arabic"/>
                      <w:sz w:val="48"/>
                    </w:rPr>
                  </w:pPr>
                  <w:r>
                    <w:rPr>
                      <w:rFonts w:ascii="Batang" w:eastAsia="Batang" w:hAnsi="Batang" w:cs="Adobe Arabic"/>
                      <w:sz w:val="14"/>
                    </w:rPr>
                    <w:t>0 Victory Points</w:t>
                  </w:r>
                </w:p>
              </w:tc>
              <w:tc>
                <w:tcPr>
                  <w:tcW w:w="2654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428"/>
                  </w:tblGrid>
                  <w:tr w:rsidR="00151CC3" w:rsidTr="003D151A">
                    <w:tc>
                      <w:tcPr>
                        <w:tcW w:w="2428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151CC3" w:rsidRPr="00151CC3" w:rsidRDefault="00151CC3" w:rsidP="00151CC3">
                        <w:pPr>
                          <w:ind w:right="90"/>
                          <w:jc w:val="right"/>
                          <w:rPr>
                            <w:rFonts w:ascii="Britannic Bold" w:hAnsi="Britannic Bold" w:cs="Adobe Arabic"/>
                            <w:sz w:val="48"/>
                          </w:rPr>
                        </w:pPr>
                        <w:r w:rsidRPr="00151CC3">
                          <w:rPr>
                            <w:rFonts w:ascii="Britannic Bold" w:hAnsi="Britannic Bold" w:cs="Adobe Arabic"/>
                            <w:sz w:val="24"/>
                          </w:rPr>
                          <w:t>1x Wood</w:t>
                        </w:r>
                      </w:p>
                    </w:tc>
                  </w:tr>
                  <w:tr w:rsidR="00151CC3" w:rsidTr="003D151A">
                    <w:tc>
                      <w:tcPr>
                        <w:tcW w:w="2428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151CC3" w:rsidRPr="00151CC3" w:rsidRDefault="00151CC3" w:rsidP="00151CC3">
                        <w:pPr>
                          <w:ind w:right="90"/>
                          <w:jc w:val="right"/>
                          <w:rPr>
                            <w:rFonts w:ascii="Britannic Bold" w:hAnsi="Britannic Bold" w:cs="Adobe Arabic"/>
                            <w:sz w:val="48"/>
                          </w:rPr>
                        </w:pPr>
                        <w:r w:rsidRPr="00151CC3">
                          <w:rPr>
                            <w:rFonts w:ascii="Britannic Bold" w:hAnsi="Britannic Bold" w:cs="Adobe Arabic"/>
                            <w:sz w:val="24"/>
                          </w:rPr>
                          <w:t xml:space="preserve">1x </w:t>
                        </w: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Brick</w:t>
                        </w:r>
                      </w:p>
                    </w:tc>
                  </w:tr>
                </w:tbl>
                <w:p w:rsidR="00151CC3" w:rsidRDefault="00151CC3" w:rsidP="00151CC3">
                  <w:pPr>
                    <w:ind w:right="90"/>
                    <w:rPr>
                      <w:rFonts w:ascii="Adobe Arabic" w:hAnsi="Adobe Arabic" w:cs="Adobe Arabic"/>
                      <w:sz w:val="48"/>
                    </w:rPr>
                  </w:pPr>
                </w:p>
              </w:tc>
            </w:tr>
            <w:tr w:rsidR="00151CC3" w:rsidTr="003D151A">
              <w:tc>
                <w:tcPr>
                  <w:tcW w:w="2653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151CC3" w:rsidRDefault="00151CC3" w:rsidP="00151CC3">
                  <w:pPr>
                    <w:ind w:right="90"/>
                    <w:rPr>
                      <w:rFonts w:ascii="Batang" w:eastAsia="Batang" w:hAnsi="Batang" w:cs="Adobe Arabic"/>
                      <w:sz w:val="32"/>
                    </w:rPr>
                  </w:pPr>
                </w:p>
                <w:p w:rsidR="00151CC3" w:rsidRDefault="00151CC3" w:rsidP="00151CC3">
                  <w:pPr>
                    <w:ind w:right="90"/>
                    <w:rPr>
                      <w:rFonts w:ascii="Batang" w:eastAsia="Batang" w:hAnsi="Batang" w:cs="Adobe Arabic"/>
                      <w:sz w:val="32"/>
                    </w:rPr>
                  </w:pPr>
                  <w:r>
                    <w:rPr>
                      <w:rFonts w:ascii="Batang" w:eastAsia="Batang" w:hAnsi="Batang" w:cs="Adobe Arabic"/>
                      <w:sz w:val="32"/>
                    </w:rPr>
                    <w:t>Settlement</w:t>
                  </w:r>
                </w:p>
                <w:p w:rsidR="00151CC3" w:rsidRDefault="00151CC3" w:rsidP="00151CC3">
                  <w:pPr>
                    <w:ind w:right="90"/>
                    <w:rPr>
                      <w:rFonts w:ascii="Batang" w:eastAsia="Batang" w:hAnsi="Batang" w:cs="Adobe Arabic"/>
                      <w:sz w:val="14"/>
                    </w:rPr>
                  </w:pPr>
                  <w:r>
                    <w:rPr>
                      <w:rFonts w:ascii="Batang" w:eastAsia="Batang" w:hAnsi="Batang" w:cs="Adobe Arabic"/>
                      <w:sz w:val="14"/>
                    </w:rPr>
                    <w:t>1 Victory Point</w:t>
                  </w:r>
                </w:p>
                <w:p w:rsidR="00151CC3" w:rsidRPr="00151CC3" w:rsidRDefault="00151CC3" w:rsidP="00151CC3">
                  <w:pPr>
                    <w:ind w:right="90"/>
                    <w:rPr>
                      <w:rFonts w:ascii="Batang" w:eastAsia="Batang" w:hAnsi="Batang" w:cs="Adobe Arabic"/>
                      <w:sz w:val="32"/>
                    </w:rPr>
                  </w:pPr>
                </w:p>
              </w:tc>
              <w:tc>
                <w:tcPr>
                  <w:tcW w:w="2654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151CC3" w:rsidRDefault="00151CC3" w:rsidP="00151CC3"/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428"/>
                  </w:tblGrid>
                  <w:tr w:rsidR="00151CC3" w:rsidRPr="00151CC3" w:rsidTr="003D151A">
                    <w:tc>
                      <w:tcPr>
                        <w:tcW w:w="2428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151CC3" w:rsidRPr="00151CC3" w:rsidRDefault="00151CC3" w:rsidP="00151CC3">
                        <w:pPr>
                          <w:ind w:right="90"/>
                          <w:jc w:val="right"/>
                          <w:rPr>
                            <w:rFonts w:ascii="Britannic Bold" w:hAnsi="Britannic Bold" w:cs="Adobe Arabic"/>
                            <w:sz w:val="48"/>
                          </w:rPr>
                        </w:pPr>
                        <w:r w:rsidRPr="00151CC3">
                          <w:rPr>
                            <w:rFonts w:ascii="Britannic Bold" w:hAnsi="Britannic Bold" w:cs="Adobe Arabic"/>
                            <w:sz w:val="24"/>
                          </w:rPr>
                          <w:t>1x Wood</w:t>
                        </w:r>
                      </w:p>
                    </w:tc>
                  </w:tr>
                  <w:tr w:rsidR="00151CC3" w:rsidRPr="00151CC3" w:rsidTr="003D151A">
                    <w:tc>
                      <w:tcPr>
                        <w:tcW w:w="2428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151CC3" w:rsidRPr="00151CC3" w:rsidRDefault="00151CC3" w:rsidP="00151CC3">
                        <w:pPr>
                          <w:ind w:right="90"/>
                          <w:jc w:val="right"/>
                          <w:rPr>
                            <w:rFonts w:ascii="Britannic Bold" w:hAnsi="Britannic Bold" w:cs="Adobe Arabic"/>
                            <w:sz w:val="48"/>
                          </w:rPr>
                        </w:pPr>
                        <w:r w:rsidRPr="00151CC3">
                          <w:rPr>
                            <w:rFonts w:ascii="Britannic Bold" w:hAnsi="Britannic Bold" w:cs="Adobe Arabic"/>
                            <w:sz w:val="24"/>
                          </w:rPr>
                          <w:t xml:space="preserve">1x </w:t>
                        </w: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Brick</w:t>
                        </w:r>
                      </w:p>
                    </w:tc>
                  </w:tr>
                  <w:tr w:rsidR="00151CC3" w:rsidRPr="00151CC3" w:rsidTr="003D151A">
                    <w:tc>
                      <w:tcPr>
                        <w:tcW w:w="2428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151CC3" w:rsidRPr="00151CC3" w:rsidRDefault="00151CC3" w:rsidP="00151CC3">
                        <w:pPr>
                          <w:ind w:right="90"/>
                          <w:jc w:val="right"/>
                          <w:rPr>
                            <w:rFonts w:ascii="Britannic Bold" w:hAnsi="Britannic Bold" w:cs="Adobe Arabic"/>
                            <w:sz w:val="24"/>
                          </w:rPr>
                        </w:pP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1x Grain</w:t>
                        </w:r>
                      </w:p>
                    </w:tc>
                  </w:tr>
                  <w:tr w:rsidR="00151CC3" w:rsidRPr="00151CC3" w:rsidTr="003D151A">
                    <w:tc>
                      <w:tcPr>
                        <w:tcW w:w="2428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151CC3" w:rsidRDefault="00151CC3" w:rsidP="00151CC3">
                        <w:pPr>
                          <w:ind w:right="90"/>
                          <w:jc w:val="right"/>
                          <w:rPr>
                            <w:rFonts w:ascii="Britannic Bold" w:hAnsi="Britannic Bold" w:cs="Adobe Arabic"/>
                            <w:sz w:val="24"/>
                          </w:rPr>
                        </w:pP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1x Sheep</w:t>
                        </w:r>
                      </w:p>
                    </w:tc>
                  </w:tr>
                </w:tbl>
                <w:p w:rsidR="00151CC3" w:rsidRPr="00151CC3" w:rsidRDefault="00151CC3" w:rsidP="00151CC3">
                  <w:pPr>
                    <w:ind w:right="90"/>
                    <w:jc w:val="right"/>
                    <w:rPr>
                      <w:rFonts w:ascii="Britannic Bold" w:hAnsi="Britannic Bold" w:cs="Adobe Arabic"/>
                      <w:sz w:val="24"/>
                    </w:rPr>
                  </w:pPr>
                </w:p>
              </w:tc>
            </w:tr>
            <w:tr w:rsidR="00151CC3" w:rsidTr="003D151A">
              <w:tc>
                <w:tcPr>
                  <w:tcW w:w="2653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151CC3" w:rsidRDefault="00151CC3" w:rsidP="00151CC3">
                  <w:pPr>
                    <w:ind w:right="90"/>
                    <w:rPr>
                      <w:rFonts w:ascii="Batang" w:eastAsia="Batang" w:hAnsi="Batang" w:cs="Adobe Arabic"/>
                      <w:sz w:val="32"/>
                    </w:rPr>
                  </w:pPr>
                  <w:r>
                    <w:rPr>
                      <w:rFonts w:ascii="Batang" w:eastAsia="Batang" w:hAnsi="Batang" w:cs="Adobe Arabic"/>
                      <w:sz w:val="32"/>
                    </w:rPr>
                    <w:t>City</w:t>
                  </w:r>
                </w:p>
                <w:p w:rsidR="00151CC3" w:rsidRDefault="00151CC3" w:rsidP="00151CC3">
                  <w:pPr>
                    <w:ind w:right="90"/>
                    <w:rPr>
                      <w:rFonts w:ascii="Batang" w:eastAsia="Batang" w:hAnsi="Batang" w:cs="Adobe Arabic"/>
                      <w:sz w:val="14"/>
                    </w:rPr>
                  </w:pPr>
                  <w:r>
                    <w:rPr>
                      <w:rFonts w:ascii="Batang" w:eastAsia="Batang" w:hAnsi="Batang" w:cs="Adobe Arabic"/>
                      <w:sz w:val="14"/>
                    </w:rPr>
                    <w:t>2 Victory Points</w:t>
                  </w:r>
                </w:p>
                <w:p w:rsidR="00151CC3" w:rsidRPr="00151CC3" w:rsidRDefault="00151CC3" w:rsidP="00151CC3">
                  <w:pPr>
                    <w:ind w:right="90"/>
                    <w:rPr>
                      <w:rFonts w:ascii="Batang" w:eastAsia="Batang" w:hAnsi="Batang" w:cs="Adobe Arabic"/>
                      <w:sz w:val="32"/>
                    </w:rPr>
                  </w:pPr>
                </w:p>
              </w:tc>
              <w:tc>
                <w:tcPr>
                  <w:tcW w:w="2654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428"/>
                  </w:tblGrid>
                  <w:tr w:rsidR="00151CC3" w:rsidRPr="00151CC3" w:rsidTr="003D151A">
                    <w:tc>
                      <w:tcPr>
                        <w:tcW w:w="2428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151CC3" w:rsidRPr="00151CC3" w:rsidRDefault="00151CC3" w:rsidP="00151CC3">
                        <w:pPr>
                          <w:ind w:right="90"/>
                          <w:jc w:val="right"/>
                          <w:rPr>
                            <w:rFonts w:ascii="Britannic Bold" w:hAnsi="Britannic Bold" w:cs="Adobe Arabic"/>
                            <w:sz w:val="48"/>
                          </w:rPr>
                        </w:pP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2</w:t>
                        </w:r>
                        <w:r w:rsidRPr="00151CC3">
                          <w:rPr>
                            <w:rFonts w:ascii="Britannic Bold" w:hAnsi="Britannic Bold" w:cs="Adobe Arabic"/>
                            <w:sz w:val="24"/>
                          </w:rPr>
                          <w:t xml:space="preserve">x </w:t>
                        </w: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Grain</w:t>
                        </w:r>
                      </w:p>
                    </w:tc>
                  </w:tr>
                  <w:tr w:rsidR="00151CC3" w:rsidRPr="00151CC3" w:rsidTr="003D151A">
                    <w:tc>
                      <w:tcPr>
                        <w:tcW w:w="2428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151CC3" w:rsidRPr="00151CC3" w:rsidRDefault="00151CC3" w:rsidP="00151CC3">
                        <w:pPr>
                          <w:ind w:right="90"/>
                          <w:jc w:val="right"/>
                          <w:rPr>
                            <w:rFonts w:ascii="Britannic Bold" w:hAnsi="Britannic Bold" w:cs="Adobe Arabic"/>
                            <w:sz w:val="48"/>
                          </w:rPr>
                        </w:pP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3</w:t>
                        </w:r>
                        <w:r w:rsidRPr="00151CC3">
                          <w:rPr>
                            <w:rFonts w:ascii="Britannic Bold" w:hAnsi="Britannic Bold" w:cs="Adobe Arabic"/>
                            <w:sz w:val="24"/>
                          </w:rPr>
                          <w:t xml:space="preserve">x </w:t>
                        </w: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Ore</w:t>
                        </w:r>
                      </w:p>
                    </w:tc>
                  </w:tr>
                </w:tbl>
                <w:p w:rsidR="00151CC3" w:rsidRPr="00151CC3" w:rsidRDefault="00151CC3" w:rsidP="00151CC3">
                  <w:pPr>
                    <w:ind w:right="90"/>
                    <w:jc w:val="right"/>
                    <w:rPr>
                      <w:rFonts w:ascii="Britannic Bold" w:hAnsi="Britannic Bold" w:cs="Adobe Arabic"/>
                      <w:sz w:val="24"/>
                    </w:rPr>
                  </w:pPr>
                </w:p>
              </w:tc>
            </w:tr>
            <w:tr w:rsidR="00151CC3" w:rsidTr="003D151A">
              <w:tc>
                <w:tcPr>
                  <w:tcW w:w="2653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151CC3" w:rsidRDefault="00151CC3" w:rsidP="00151CC3">
                  <w:pPr>
                    <w:ind w:right="90"/>
                    <w:rPr>
                      <w:rFonts w:ascii="Batang" w:eastAsia="Batang" w:hAnsi="Batang" w:cs="Adobe Arabic"/>
                      <w:sz w:val="32"/>
                    </w:rPr>
                  </w:pPr>
                  <w:r>
                    <w:rPr>
                      <w:rFonts w:ascii="Batang" w:eastAsia="Batang" w:hAnsi="Batang" w:cs="Adobe Arabic"/>
                      <w:sz w:val="32"/>
                    </w:rPr>
                    <w:t>Development</w:t>
                  </w:r>
                </w:p>
                <w:p w:rsidR="00151CC3" w:rsidRDefault="00151CC3" w:rsidP="00151CC3">
                  <w:pPr>
                    <w:ind w:right="90"/>
                    <w:rPr>
                      <w:rFonts w:ascii="Batang" w:eastAsia="Batang" w:hAnsi="Batang" w:cs="Adobe Arabic"/>
                      <w:sz w:val="32"/>
                    </w:rPr>
                  </w:pPr>
                  <w:r>
                    <w:rPr>
                      <w:rFonts w:ascii="Batang" w:eastAsia="Batang" w:hAnsi="Batang" w:cs="Adobe Arabic"/>
                      <w:sz w:val="32"/>
                    </w:rPr>
                    <w:t>Card</w:t>
                  </w:r>
                </w:p>
                <w:p w:rsidR="00151CC3" w:rsidRDefault="00151CC3" w:rsidP="00151CC3">
                  <w:pPr>
                    <w:ind w:right="90"/>
                    <w:rPr>
                      <w:rFonts w:ascii="Batang" w:eastAsia="Batang" w:hAnsi="Batang" w:cs="Adobe Arabic"/>
                      <w:sz w:val="14"/>
                    </w:rPr>
                  </w:pPr>
                  <w:r>
                    <w:rPr>
                      <w:rFonts w:ascii="Batang" w:eastAsia="Batang" w:hAnsi="Batang" w:cs="Adobe Arabic"/>
                      <w:sz w:val="14"/>
                    </w:rPr>
                    <w:t>? Victory Points</w:t>
                  </w:r>
                </w:p>
                <w:p w:rsidR="00151CC3" w:rsidRDefault="00151CC3" w:rsidP="00151CC3">
                  <w:pPr>
                    <w:ind w:right="90"/>
                    <w:rPr>
                      <w:rFonts w:ascii="Batang" w:eastAsia="Batang" w:hAnsi="Batang" w:cs="Adobe Arabic"/>
                      <w:sz w:val="32"/>
                    </w:rPr>
                  </w:pPr>
                </w:p>
              </w:tc>
              <w:tc>
                <w:tcPr>
                  <w:tcW w:w="2654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428"/>
                  </w:tblGrid>
                  <w:tr w:rsidR="00151CC3" w:rsidRPr="00151CC3" w:rsidTr="003D151A">
                    <w:tc>
                      <w:tcPr>
                        <w:tcW w:w="2428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151CC3" w:rsidRPr="00151CC3" w:rsidRDefault="00151CC3" w:rsidP="00151CC3">
                        <w:pPr>
                          <w:ind w:right="90"/>
                          <w:jc w:val="right"/>
                          <w:rPr>
                            <w:rFonts w:ascii="Britannic Bold" w:hAnsi="Britannic Bold" w:cs="Adobe Arabic"/>
                            <w:sz w:val="48"/>
                          </w:rPr>
                        </w:pP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1</w:t>
                        </w:r>
                        <w:r w:rsidRPr="00151CC3">
                          <w:rPr>
                            <w:rFonts w:ascii="Britannic Bold" w:hAnsi="Britannic Bold" w:cs="Adobe Arabic"/>
                            <w:sz w:val="24"/>
                          </w:rPr>
                          <w:t xml:space="preserve">x </w:t>
                        </w: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Sheep</w:t>
                        </w:r>
                      </w:p>
                    </w:tc>
                  </w:tr>
                  <w:tr w:rsidR="00151CC3" w:rsidRPr="00151CC3" w:rsidTr="003D151A">
                    <w:tc>
                      <w:tcPr>
                        <w:tcW w:w="2428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151CC3" w:rsidRPr="00151CC3" w:rsidRDefault="00151CC3" w:rsidP="00151CC3">
                        <w:pPr>
                          <w:ind w:right="90"/>
                          <w:jc w:val="right"/>
                          <w:rPr>
                            <w:rFonts w:ascii="Britannic Bold" w:hAnsi="Britannic Bold" w:cs="Adobe Arabic"/>
                            <w:sz w:val="48"/>
                          </w:rPr>
                        </w:pP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1x Grain</w:t>
                        </w:r>
                      </w:p>
                    </w:tc>
                  </w:tr>
                  <w:tr w:rsidR="00151CC3" w:rsidRPr="00151CC3" w:rsidTr="003D151A">
                    <w:tc>
                      <w:tcPr>
                        <w:tcW w:w="2428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</w:tcPr>
                      <w:p w:rsidR="00151CC3" w:rsidRDefault="00151CC3" w:rsidP="00151CC3">
                        <w:pPr>
                          <w:ind w:right="90"/>
                          <w:jc w:val="right"/>
                          <w:rPr>
                            <w:rFonts w:ascii="Britannic Bold" w:hAnsi="Britannic Bold" w:cs="Adobe Arabic"/>
                            <w:sz w:val="24"/>
                          </w:rPr>
                        </w:pP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1</w:t>
                        </w:r>
                        <w:r w:rsidRPr="00151CC3">
                          <w:rPr>
                            <w:rFonts w:ascii="Britannic Bold" w:hAnsi="Britannic Bold" w:cs="Adobe Arabic"/>
                            <w:sz w:val="24"/>
                          </w:rPr>
                          <w:t xml:space="preserve">x </w:t>
                        </w:r>
                        <w:r>
                          <w:rPr>
                            <w:rFonts w:ascii="Britannic Bold" w:hAnsi="Britannic Bold" w:cs="Adobe Arabic"/>
                            <w:sz w:val="24"/>
                          </w:rPr>
                          <w:t>Ore</w:t>
                        </w:r>
                      </w:p>
                    </w:tc>
                  </w:tr>
                </w:tbl>
                <w:p w:rsidR="00151CC3" w:rsidRDefault="00151CC3" w:rsidP="00151CC3">
                  <w:pPr>
                    <w:ind w:right="90"/>
                    <w:jc w:val="right"/>
                    <w:rPr>
                      <w:rFonts w:ascii="Britannic Bold" w:hAnsi="Britannic Bold" w:cs="Adobe Arabic"/>
                      <w:sz w:val="24"/>
                    </w:rPr>
                  </w:pPr>
                </w:p>
              </w:tc>
            </w:tr>
          </w:tbl>
          <w:p w:rsidR="00151CC3" w:rsidRDefault="00151CC3" w:rsidP="003D151A">
            <w:pPr>
              <w:ind w:right="90"/>
              <w:rPr>
                <w:rFonts w:ascii="Adobe Arabic" w:hAnsi="Adobe Arabic" w:cs="Adobe Arabic"/>
                <w:b/>
                <w:sz w:val="48"/>
              </w:rPr>
            </w:pPr>
          </w:p>
        </w:tc>
      </w:tr>
      <w:tr w:rsidR="00151CC3" w:rsidRPr="00864185" w:rsidTr="00F500CD">
        <w:trPr>
          <w:cantSplit/>
          <w:trHeight w:hRule="exact" w:val="6075"/>
        </w:trPr>
        <w:tc>
          <w:tcPr>
            <w:tcW w:w="5362" w:type="dxa"/>
            <w:vAlign w:val="center"/>
          </w:tcPr>
          <w:p w:rsidR="00151CC3" w:rsidRDefault="00151CC3" w:rsidP="00151CC3">
            <w:pPr>
              <w:ind w:right="90"/>
              <w:jc w:val="center"/>
            </w:pPr>
            <w:r>
              <w:object w:dxaOrig="5986" w:dyaOrig="64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.4pt;height:94.15pt" o:ole="">
                  <v:imagedata r:id="rId4" o:title=""/>
                </v:shape>
                <o:OLEObject Type="Embed" ProgID="CorelDraw.Graphic.17" ShapeID="_x0000_i1025" DrawAspect="Content" ObjectID="_1481034781" r:id="rId5"/>
              </w:object>
            </w:r>
            <w:r>
              <w:object w:dxaOrig="6171" w:dyaOrig="6164">
                <v:shape id="_x0000_i1026" type="#_x0000_t75" style="width:91.9pt;height:91.9pt" o:ole="">
                  <v:imagedata r:id="rId6" o:title=""/>
                </v:shape>
                <o:OLEObject Type="Embed" ProgID="CorelDraw.Graphic.17" ShapeID="_x0000_i1026" DrawAspect="Content" ObjectID="_1481034782" r:id="rId7"/>
              </w:object>
            </w:r>
          </w:p>
          <w:p w:rsidR="00151CC3" w:rsidRDefault="00151CC3" w:rsidP="00151CC3">
            <w:pPr>
              <w:ind w:right="90"/>
              <w:jc w:val="center"/>
            </w:pPr>
          </w:p>
          <w:p w:rsidR="00151CC3" w:rsidRDefault="00151CC3" w:rsidP="00151CC3">
            <w:pPr>
              <w:ind w:right="90"/>
              <w:jc w:val="center"/>
            </w:pPr>
            <w:r>
              <w:object w:dxaOrig="6559" w:dyaOrig="6541">
                <v:shape id="_x0000_i1027" type="#_x0000_t75" style="width:100.5pt;height:100.9pt" o:ole="">
                  <v:imagedata r:id="rId8" o:title=""/>
                </v:shape>
                <o:OLEObject Type="Embed" ProgID="CorelDraw.Graphic.17" ShapeID="_x0000_i1027" DrawAspect="Content" ObjectID="_1481034783" r:id="rId9"/>
              </w:object>
            </w:r>
            <w:r>
              <w:object w:dxaOrig="6311" w:dyaOrig="6846">
                <v:shape id="_x0000_i1028" type="#_x0000_t75" style="width:94.5pt;height:103.15pt" o:ole="">
                  <v:imagedata r:id="rId10" o:title=""/>
                </v:shape>
                <o:OLEObject Type="Embed" ProgID="CorelDraw.Graphic.17" ShapeID="_x0000_i1028" DrawAspect="Content" ObjectID="_1481034784" r:id="rId11"/>
              </w:object>
            </w:r>
          </w:p>
          <w:p w:rsidR="00151CC3" w:rsidRDefault="00151CC3" w:rsidP="00151CC3">
            <w:pPr>
              <w:ind w:right="90"/>
              <w:jc w:val="center"/>
            </w:pPr>
          </w:p>
          <w:p w:rsidR="00151CC3" w:rsidRPr="00151CC3" w:rsidRDefault="00151CC3" w:rsidP="00151CC3">
            <w:pPr>
              <w:ind w:right="90"/>
              <w:jc w:val="center"/>
              <w:rPr>
                <w:rFonts w:ascii="Adobe Arabic" w:hAnsi="Adobe Arabic" w:cs="Adobe Arabic"/>
                <w:sz w:val="48"/>
              </w:rPr>
            </w:pPr>
            <w:r>
              <w:object w:dxaOrig="6557" w:dyaOrig="5028">
                <v:shape id="_x0000_i1029" type="#_x0000_t75" style="width:85.15pt;height:65.25pt" o:ole="">
                  <v:imagedata r:id="rId12" o:title=""/>
                </v:shape>
                <o:OLEObject Type="Embed" ProgID="CorelDraw.Graphic.17" ShapeID="_x0000_i1029" DrawAspect="Content" ObjectID="_1481034785" r:id="rId13"/>
              </w:object>
            </w:r>
          </w:p>
        </w:tc>
        <w:tc>
          <w:tcPr>
            <w:tcW w:w="5362" w:type="dxa"/>
          </w:tcPr>
          <w:p w:rsidR="00151CC3" w:rsidRDefault="00151CC3" w:rsidP="00151CC3">
            <w:pPr>
              <w:ind w:right="90"/>
              <w:jc w:val="center"/>
            </w:pPr>
            <w:r>
              <w:object w:dxaOrig="5986" w:dyaOrig="6461">
                <v:shape id="_x0000_i1030" type="#_x0000_t75" style="width:87.4pt;height:94.15pt" o:ole="">
                  <v:imagedata r:id="rId4" o:title=""/>
                </v:shape>
                <o:OLEObject Type="Embed" ProgID="CorelDraw.Graphic.17" ShapeID="_x0000_i1030" DrawAspect="Content" ObjectID="_1481034786" r:id="rId14"/>
              </w:object>
            </w:r>
            <w:r>
              <w:object w:dxaOrig="6171" w:dyaOrig="6164">
                <v:shape id="_x0000_i1031" type="#_x0000_t75" style="width:91.9pt;height:91.9pt" o:ole="">
                  <v:imagedata r:id="rId6" o:title=""/>
                </v:shape>
                <o:OLEObject Type="Embed" ProgID="CorelDraw.Graphic.17" ShapeID="_x0000_i1031" DrawAspect="Content" ObjectID="_1481034787" r:id="rId15"/>
              </w:object>
            </w:r>
          </w:p>
          <w:p w:rsidR="00151CC3" w:rsidRDefault="00151CC3" w:rsidP="00151CC3">
            <w:pPr>
              <w:ind w:right="90"/>
              <w:jc w:val="center"/>
            </w:pPr>
          </w:p>
          <w:p w:rsidR="00151CC3" w:rsidRDefault="00151CC3" w:rsidP="00151CC3">
            <w:pPr>
              <w:ind w:right="90"/>
              <w:jc w:val="center"/>
            </w:pPr>
            <w:r>
              <w:object w:dxaOrig="6559" w:dyaOrig="6541">
                <v:shape id="_x0000_i1032" type="#_x0000_t75" style="width:100.5pt;height:100.9pt" o:ole="">
                  <v:imagedata r:id="rId8" o:title=""/>
                </v:shape>
                <o:OLEObject Type="Embed" ProgID="CorelDraw.Graphic.17" ShapeID="_x0000_i1032" DrawAspect="Content" ObjectID="_1481034788" r:id="rId16"/>
              </w:object>
            </w:r>
            <w:r>
              <w:object w:dxaOrig="6311" w:dyaOrig="6846">
                <v:shape id="_x0000_i1033" type="#_x0000_t75" style="width:94.5pt;height:103.15pt" o:ole="">
                  <v:imagedata r:id="rId10" o:title=""/>
                </v:shape>
                <o:OLEObject Type="Embed" ProgID="CorelDraw.Graphic.17" ShapeID="_x0000_i1033" DrawAspect="Content" ObjectID="_1481034789" r:id="rId17"/>
              </w:object>
            </w:r>
          </w:p>
          <w:p w:rsidR="00151CC3" w:rsidRDefault="00151CC3" w:rsidP="00151CC3">
            <w:pPr>
              <w:ind w:right="90"/>
              <w:jc w:val="center"/>
            </w:pPr>
          </w:p>
          <w:p w:rsidR="00151CC3" w:rsidRDefault="00151CC3" w:rsidP="00151CC3">
            <w:pPr>
              <w:ind w:right="90"/>
              <w:jc w:val="center"/>
              <w:rPr>
                <w:rFonts w:ascii="Adobe Arabic" w:hAnsi="Adobe Arabic" w:cs="Adobe Arabic"/>
                <w:b/>
                <w:sz w:val="48"/>
              </w:rPr>
            </w:pPr>
            <w:r>
              <w:object w:dxaOrig="6557" w:dyaOrig="5028">
                <v:shape id="_x0000_i1034" type="#_x0000_t75" style="width:85.15pt;height:65.25pt" o:ole="">
                  <v:imagedata r:id="rId12" o:title=""/>
                </v:shape>
                <o:OLEObject Type="Embed" ProgID="CorelDraw.Graphic.17" ShapeID="_x0000_i1034" DrawAspect="Content" ObjectID="_1481034790" r:id="rId18"/>
              </w:object>
            </w:r>
          </w:p>
        </w:tc>
      </w:tr>
      <w:tr w:rsidR="00151CC3" w:rsidRPr="00864185" w:rsidTr="00F500CD">
        <w:trPr>
          <w:cantSplit/>
          <w:trHeight w:hRule="exact" w:val="6075"/>
        </w:trPr>
        <w:tc>
          <w:tcPr>
            <w:tcW w:w="5362" w:type="dxa"/>
            <w:vAlign w:val="center"/>
          </w:tcPr>
          <w:p w:rsidR="00151CC3" w:rsidRDefault="00151CC3" w:rsidP="00151CC3">
            <w:pPr>
              <w:ind w:right="90"/>
              <w:jc w:val="center"/>
            </w:pPr>
            <w:r>
              <w:object w:dxaOrig="5986" w:dyaOrig="6461">
                <v:shape id="_x0000_i1035" type="#_x0000_t75" style="width:87.4pt;height:94.15pt" o:ole="">
                  <v:imagedata r:id="rId4" o:title=""/>
                </v:shape>
                <o:OLEObject Type="Embed" ProgID="CorelDraw.Graphic.17" ShapeID="_x0000_i1035" DrawAspect="Content" ObjectID="_1481034791" r:id="rId19"/>
              </w:object>
            </w:r>
            <w:r>
              <w:object w:dxaOrig="6171" w:dyaOrig="6164">
                <v:shape id="_x0000_i1036" type="#_x0000_t75" style="width:91.9pt;height:91.9pt" o:ole="">
                  <v:imagedata r:id="rId6" o:title=""/>
                </v:shape>
                <o:OLEObject Type="Embed" ProgID="CorelDraw.Graphic.17" ShapeID="_x0000_i1036" DrawAspect="Content" ObjectID="_1481034792" r:id="rId20"/>
              </w:object>
            </w:r>
          </w:p>
          <w:p w:rsidR="00151CC3" w:rsidRDefault="00151CC3" w:rsidP="00151CC3">
            <w:pPr>
              <w:ind w:right="90"/>
              <w:jc w:val="center"/>
            </w:pPr>
          </w:p>
          <w:p w:rsidR="00151CC3" w:rsidRDefault="00151CC3" w:rsidP="00151CC3">
            <w:pPr>
              <w:ind w:right="90"/>
              <w:jc w:val="center"/>
            </w:pPr>
            <w:r>
              <w:object w:dxaOrig="6559" w:dyaOrig="6541">
                <v:shape id="_x0000_i1037" type="#_x0000_t75" style="width:100.5pt;height:100.9pt" o:ole="">
                  <v:imagedata r:id="rId8" o:title=""/>
                </v:shape>
                <o:OLEObject Type="Embed" ProgID="CorelDraw.Graphic.17" ShapeID="_x0000_i1037" DrawAspect="Content" ObjectID="_1481034793" r:id="rId21"/>
              </w:object>
            </w:r>
            <w:r>
              <w:object w:dxaOrig="6311" w:dyaOrig="6846">
                <v:shape id="_x0000_i1038" type="#_x0000_t75" style="width:94.5pt;height:103.15pt" o:ole="">
                  <v:imagedata r:id="rId10" o:title=""/>
                </v:shape>
                <o:OLEObject Type="Embed" ProgID="CorelDraw.Graphic.17" ShapeID="_x0000_i1038" DrawAspect="Content" ObjectID="_1481034794" r:id="rId22"/>
              </w:object>
            </w:r>
          </w:p>
          <w:p w:rsidR="00151CC3" w:rsidRDefault="00151CC3" w:rsidP="00151CC3">
            <w:pPr>
              <w:ind w:right="90"/>
              <w:jc w:val="center"/>
            </w:pPr>
          </w:p>
          <w:p w:rsidR="00151CC3" w:rsidRDefault="00151CC3" w:rsidP="00151CC3">
            <w:pPr>
              <w:ind w:right="90"/>
              <w:jc w:val="center"/>
              <w:rPr>
                <w:rFonts w:ascii="Adobe Arabic" w:hAnsi="Adobe Arabic" w:cs="Adobe Arabic"/>
                <w:b/>
                <w:sz w:val="48"/>
              </w:rPr>
            </w:pPr>
            <w:r>
              <w:object w:dxaOrig="6557" w:dyaOrig="5028">
                <v:shape id="_x0000_i1039" type="#_x0000_t75" style="width:85.15pt;height:65.25pt" o:ole="">
                  <v:imagedata r:id="rId12" o:title=""/>
                </v:shape>
                <o:OLEObject Type="Embed" ProgID="CorelDraw.Graphic.17" ShapeID="_x0000_i1039" DrawAspect="Content" ObjectID="_1481034795" r:id="rId23"/>
              </w:object>
            </w:r>
          </w:p>
          <w:p w:rsidR="00151CC3" w:rsidRDefault="00151CC3" w:rsidP="003D151A">
            <w:pPr>
              <w:ind w:right="90"/>
              <w:rPr>
                <w:rFonts w:ascii="Adobe Arabic" w:hAnsi="Adobe Arabic" w:cs="Adobe Arabic"/>
                <w:b/>
                <w:sz w:val="48"/>
              </w:rPr>
            </w:pPr>
          </w:p>
        </w:tc>
        <w:tc>
          <w:tcPr>
            <w:tcW w:w="5362" w:type="dxa"/>
          </w:tcPr>
          <w:p w:rsidR="00151CC3" w:rsidRDefault="00151CC3" w:rsidP="00151CC3">
            <w:pPr>
              <w:ind w:right="90"/>
              <w:jc w:val="center"/>
            </w:pPr>
            <w:r>
              <w:object w:dxaOrig="5986" w:dyaOrig="6461">
                <v:shape id="_x0000_i1040" type="#_x0000_t75" style="width:87.4pt;height:94.15pt" o:ole="">
                  <v:imagedata r:id="rId4" o:title=""/>
                </v:shape>
                <o:OLEObject Type="Embed" ProgID="CorelDraw.Graphic.17" ShapeID="_x0000_i1040" DrawAspect="Content" ObjectID="_1481034796" r:id="rId24"/>
              </w:object>
            </w:r>
            <w:r>
              <w:object w:dxaOrig="6171" w:dyaOrig="6164">
                <v:shape id="_x0000_i1041" type="#_x0000_t75" style="width:91.9pt;height:91.9pt" o:ole="">
                  <v:imagedata r:id="rId6" o:title=""/>
                </v:shape>
                <o:OLEObject Type="Embed" ProgID="CorelDraw.Graphic.17" ShapeID="_x0000_i1041" DrawAspect="Content" ObjectID="_1481034797" r:id="rId25"/>
              </w:object>
            </w:r>
          </w:p>
          <w:p w:rsidR="00151CC3" w:rsidRDefault="00151CC3" w:rsidP="00151CC3">
            <w:pPr>
              <w:ind w:right="90"/>
              <w:jc w:val="center"/>
            </w:pPr>
          </w:p>
          <w:p w:rsidR="00151CC3" w:rsidRDefault="00151CC3" w:rsidP="00151CC3">
            <w:pPr>
              <w:ind w:right="90"/>
              <w:jc w:val="center"/>
            </w:pPr>
            <w:r>
              <w:object w:dxaOrig="6559" w:dyaOrig="6541">
                <v:shape id="_x0000_i1042" type="#_x0000_t75" style="width:100.5pt;height:100.9pt" o:ole="">
                  <v:imagedata r:id="rId8" o:title=""/>
                </v:shape>
                <o:OLEObject Type="Embed" ProgID="CorelDraw.Graphic.17" ShapeID="_x0000_i1042" DrawAspect="Content" ObjectID="_1481034798" r:id="rId26"/>
              </w:object>
            </w:r>
            <w:r>
              <w:object w:dxaOrig="6311" w:dyaOrig="6846">
                <v:shape id="_x0000_i1043" type="#_x0000_t75" style="width:94.5pt;height:103.15pt" o:ole="">
                  <v:imagedata r:id="rId10" o:title=""/>
                </v:shape>
                <o:OLEObject Type="Embed" ProgID="CorelDraw.Graphic.17" ShapeID="_x0000_i1043" DrawAspect="Content" ObjectID="_1481034799" r:id="rId27"/>
              </w:object>
            </w:r>
          </w:p>
          <w:p w:rsidR="00151CC3" w:rsidRDefault="00151CC3" w:rsidP="00151CC3">
            <w:pPr>
              <w:ind w:right="90"/>
              <w:jc w:val="center"/>
            </w:pPr>
          </w:p>
          <w:p w:rsidR="00151CC3" w:rsidRDefault="00151CC3" w:rsidP="00151CC3">
            <w:pPr>
              <w:ind w:right="90"/>
              <w:jc w:val="center"/>
              <w:rPr>
                <w:rFonts w:ascii="Adobe Arabic" w:hAnsi="Adobe Arabic" w:cs="Adobe Arabic"/>
                <w:b/>
                <w:sz w:val="48"/>
              </w:rPr>
            </w:pPr>
            <w:r>
              <w:object w:dxaOrig="6557" w:dyaOrig="5028">
                <v:shape id="_x0000_i1044" type="#_x0000_t75" style="width:85.15pt;height:65.25pt" o:ole="">
                  <v:imagedata r:id="rId12" o:title=""/>
                </v:shape>
                <o:OLEObject Type="Embed" ProgID="CorelDraw.Graphic.17" ShapeID="_x0000_i1044" DrawAspect="Content" ObjectID="_1481034800" r:id="rId28"/>
              </w:object>
            </w:r>
          </w:p>
        </w:tc>
      </w:tr>
    </w:tbl>
    <w:p w:rsidR="00151CC3" w:rsidRPr="00266E46" w:rsidRDefault="00151CC3" w:rsidP="00F500CD"/>
    <w:sectPr w:rsidR="00151CC3" w:rsidRPr="00266E46" w:rsidSect="00672E9E">
      <w:type w:val="continuous"/>
      <w:pgSz w:w="12240" w:h="15840"/>
      <w:pgMar w:top="360" w:right="288" w:bottom="0" w:left="288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185"/>
    <w:rsid w:val="000D33AC"/>
    <w:rsid w:val="000E1264"/>
    <w:rsid w:val="00151CC3"/>
    <w:rsid w:val="001E7752"/>
    <w:rsid w:val="001F5E52"/>
    <w:rsid w:val="00266E46"/>
    <w:rsid w:val="00274BDA"/>
    <w:rsid w:val="002A6495"/>
    <w:rsid w:val="0047619F"/>
    <w:rsid w:val="004E4272"/>
    <w:rsid w:val="005312EE"/>
    <w:rsid w:val="006135C0"/>
    <w:rsid w:val="00650FBB"/>
    <w:rsid w:val="00672E9E"/>
    <w:rsid w:val="006E2BE7"/>
    <w:rsid w:val="00796851"/>
    <w:rsid w:val="007E3C8E"/>
    <w:rsid w:val="0086407B"/>
    <w:rsid w:val="00864185"/>
    <w:rsid w:val="00874C8F"/>
    <w:rsid w:val="00947CC7"/>
    <w:rsid w:val="00971F93"/>
    <w:rsid w:val="009B3908"/>
    <w:rsid w:val="009B550F"/>
    <w:rsid w:val="00A70420"/>
    <w:rsid w:val="00B64584"/>
    <w:rsid w:val="00BF142B"/>
    <w:rsid w:val="00C25671"/>
    <w:rsid w:val="00C50B58"/>
    <w:rsid w:val="00CA50EB"/>
    <w:rsid w:val="00CD6058"/>
    <w:rsid w:val="00E44D72"/>
    <w:rsid w:val="00ED3587"/>
    <w:rsid w:val="00F50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67517B4-1EE9-48C9-B872-5F1EC6F7D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12EE"/>
  </w:style>
  <w:style w:type="paragraph" w:styleId="Heading3">
    <w:name w:val="heading 3"/>
    <w:basedOn w:val="Normal"/>
    <w:link w:val="Heading3Char"/>
    <w:uiPriority w:val="9"/>
    <w:qFormat/>
    <w:rsid w:val="005312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312EE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TableGrid">
    <w:name w:val="Table Grid"/>
    <w:basedOn w:val="TableNormal"/>
    <w:uiPriority w:val="59"/>
    <w:rsid w:val="00BF14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3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3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10.bin"/><Relationship Id="rId26" Type="http://schemas.openxmlformats.org/officeDocument/2006/relationships/oleObject" Target="embeddings/oleObject18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13.bin"/><Relationship Id="rId7" Type="http://schemas.openxmlformats.org/officeDocument/2006/relationships/oleObject" Target="embeddings/oleObject2.bin"/><Relationship Id="rId12" Type="http://schemas.openxmlformats.org/officeDocument/2006/relationships/image" Target="media/image5.emf"/><Relationship Id="rId17" Type="http://schemas.openxmlformats.org/officeDocument/2006/relationships/oleObject" Target="embeddings/oleObject9.bin"/><Relationship Id="rId25" Type="http://schemas.openxmlformats.org/officeDocument/2006/relationships/oleObject" Target="embeddings/oleObject17.bin"/><Relationship Id="rId2" Type="http://schemas.openxmlformats.org/officeDocument/2006/relationships/settings" Target="settings.xml"/><Relationship Id="rId16" Type="http://schemas.openxmlformats.org/officeDocument/2006/relationships/oleObject" Target="embeddings/oleObject8.bin"/><Relationship Id="rId20" Type="http://schemas.openxmlformats.org/officeDocument/2006/relationships/oleObject" Target="embeddings/oleObject12.bin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6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7.bin"/><Relationship Id="rId23" Type="http://schemas.openxmlformats.org/officeDocument/2006/relationships/oleObject" Target="embeddings/oleObject15.bin"/><Relationship Id="rId28" Type="http://schemas.openxmlformats.org/officeDocument/2006/relationships/oleObject" Target="embeddings/oleObject20.bin"/><Relationship Id="rId10" Type="http://schemas.openxmlformats.org/officeDocument/2006/relationships/image" Target="media/image4.emf"/><Relationship Id="rId19" Type="http://schemas.openxmlformats.org/officeDocument/2006/relationships/oleObject" Target="embeddings/oleObject11.bin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6.bin"/><Relationship Id="rId22" Type="http://schemas.openxmlformats.org/officeDocument/2006/relationships/oleObject" Target="embeddings/oleObject14.bin"/><Relationship Id="rId27" Type="http://schemas.openxmlformats.org/officeDocument/2006/relationships/oleObject" Target="embeddings/oleObject19.bin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shua\Downloads\AA7593_blank-card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AA7593_blank-card-template.dotx</Template>
  <TotalTime>28</TotalTime>
  <Pages>2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Joshua Baker</dc:creator>
  <cp:lastModifiedBy>Joshua Baker</cp:lastModifiedBy>
  <cp:revision>3</cp:revision>
  <cp:lastPrinted>2014-12-26T01:30:00Z</cp:lastPrinted>
  <dcterms:created xsi:type="dcterms:W3CDTF">2014-12-26T00:58:00Z</dcterms:created>
  <dcterms:modified xsi:type="dcterms:W3CDTF">2014-12-26T01:36:00Z</dcterms:modified>
</cp:coreProperties>
</file>